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33EB3" w14:textId="77777777" w:rsidR="00B94694" w:rsidRDefault="00DD3F45" w:rsidP="00155339">
      <w:pPr>
        <w:pStyle w:val="Pealkiri"/>
      </w:pPr>
      <w:r w:rsidRPr="00487EC6">
        <w:t>EHITUSE</w:t>
      </w:r>
      <w:r w:rsidR="00E03F91" w:rsidRPr="00487EC6">
        <w:t xml:space="preserve"> </w:t>
      </w:r>
      <w:r w:rsidR="00B94694" w:rsidRPr="00487EC6">
        <w:t>TÖÖVÕTU</w:t>
      </w:r>
      <w:r w:rsidR="00024C33" w:rsidRPr="00487EC6">
        <w:t>LEPING</w:t>
      </w:r>
      <w:r w:rsidR="00CE0335">
        <w:t xml:space="preserve"> nr </w:t>
      </w:r>
      <w:r w:rsidR="00CE0335">
        <w:fldChar w:fldCharType="begin"/>
      </w:r>
      <w:r w:rsidR="00CE0335">
        <w:instrText xml:space="preserve"> MACROBUTTON  AcceptAllChangesInDoc [Sisesta number] </w:instrText>
      </w:r>
      <w:r w:rsidR="00CE0335">
        <w:fldChar w:fldCharType="end"/>
      </w:r>
    </w:p>
    <w:p w14:paraId="45391100" w14:textId="77777777" w:rsidR="00370EBA" w:rsidRPr="00487EC6" w:rsidRDefault="00370EBA" w:rsidP="00155339">
      <w:pPr>
        <w:pStyle w:val="Pealkiri"/>
      </w:pPr>
    </w:p>
    <w:p w14:paraId="394DFAC7" w14:textId="77777777" w:rsidR="00DE11EC" w:rsidRPr="005160E2" w:rsidRDefault="00A6562F"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5160E2">
            <w:rPr>
              <w:rFonts w:eastAsia="Calibri"/>
              <w:lang w:val="fi-FI"/>
            </w:rPr>
            <w:t>[</w:t>
          </w:r>
          <w:proofErr w:type="spellStart"/>
          <w:r w:rsidR="00DE11EC" w:rsidRPr="005160E2">
            <w:rPr>
              <w:rFonts w:eastAsia="Calibri"/>
              <w:lang w:val="fi-FI"/>
            </w:rPr>
            <w:t>Vali</w:t>
          </w:r>
          <w:proofErr w:type="spellEnd"/>
          <w:r w:rsidR="00DE11EC" w:rsidRPr="005160E2">
            <w:rPr>
              <w:rFonts w:eastAsia="Calibri"/>
              <w:lang w:val="fi-FI"/>
            </w:rPr>
            <w:t xml:space="preserve"> </w:t>
          </w:r>
          <w:proofErr w:type="spellStart"/>
          <w:r w:rsidR="00DE11EC" w:rsidRPr="005160E2">
            <w:rPr>
              <w:rFonts w:eastAsia="Calibri"/>
              <w:lang w:val="fi-FI"/>
            </w:rPr>
            <w:t>kuupäev</w:t>
          </w:r>
          <w:proofErr w:type="spellEnd"/>
          <w:r w:rsidR="00DE11EC" w:rsidRPr="005160E2">
            <w:rPr>
              <w:rFonts w:eastAsia="Calibri"/>
              <w:lang w:val="fi-FI"/>
            </w:rPr>
            <w:t>]</w:t>
          </w:r>
        </w:sdtContent>
      </w:sdt>
    </w:p>
    <w:p w14:paraId="7F9A6C98" w14:textId="77777777" w:rsidR="00DE11EC" w:rsidRPr="005160E2" w:rsidRDefault="00DE11EC" w:rsidP="00DE11EC">
      <w:pPr>
        <w:pStyle w:val="Normaallaadveeb"/>
        <w:jc w:val="right"/>
        <w:rPr>
          <w:lang w:val="fi-FI"/>
        </w:rPr>
      </w:pPr>
      <w:r w:rsidRPr="005160E2">
        <w:rPr>
          <w:rFonts w:eastAsia="Calibri"/>
          <w:lang w:val="fi-FI"/>
        </w:rPr>
        <w:t>(</w:t>
      </w:r>
      <w:proofErr w:type="spellStart"/>
      <w:r w:rsidRPr="005160E2">
        <w:rPr>
          <w:rFonts w:eastAsia="Calibri"/>
          <w:lang w:val="fi-FI"/>
        </w:rPr>
        <w:t>hiliseima</w:t>
      </w:r>
      <w:proofErr w:type="spellEnd"/>
      <w:r w:rsidRPr="005160E2">
        <w:rPr>
          <w:rFonts w:eastAsia="Calibri"/>
          <w:lang w:val="fi-FI"/>
        </w:rPr>
        <w:t xml:space="preserve"> </w:t>
      </w:r>
      <w:proofErr w:type="spellStart"/>
      <w:r w:rsidRPr="005160E2">
        <w:rPr>
          <w:rFonts w:eastAsia="Calibri"/>
          <w:lang w:val="fi-FI"/>
        </w:rPr>
        <w:t>digitaalallkirja</w:t>
      </w:r>
      <w:proofErr w:type="spellEnd"/>
      <w:r w:rsidRPr="005160E2">
        <w:rPr>
          <w:rFonts w:eastAsia="Calibri"/>
          <w:lang w:val="fi-FI"/>
        </w:rPr>
        <w:t xml:space="preserve"> </w:t>
      </w:r>
      <w:proofErr w:type="spellStart"/>
      <w:r w:rsidRPr="005160E2">
        <w:rPr>
          <w:rFonts w:eastAsia="Calibri"/>
          <w:lang w:val="fi-FI"/>
        </w:rPr>
        <w:t>kuupäev</w:t>
      </w:r>
      <w:proofErr w:type="spellEnd"/>
      <w:r w:rsidRPr="005160E2">
        <w:rPr>
          <w:rFonts w:eastAsia="Calibri"/>
          <w:lang w:val="fi-FI"/>
        </w:rPr>
        <w:t>)</w:t>
      </w:r>
      <w:r w:rsidRPr="005160E2">
        <w:rPr>
          <w:lang w:val="fi-FI"/>
        </w:rPr>
        <w:t xml:space="preserve"> </w:t>
      </w:r>
    </w:p>
    <w:p w14:paraId="62450E49" w14:textId="77777777" w:rsidR="00487EC6" w:rsidRPr="00487EC6" w:rsidRDefault="00487EC6" w:rsidP="00487EC6">
      <w:pPr>
        <w:rPr>
          <w:spacing w:val="0"/>
        </w:rPr>
      </w:pPr>
    </w:p>
    <w:p w14:paraId="0E41E528" w14:textId="77777777" w:rsidR="00DE11EC" w:rsidRPr="00487EC6" w:rsidRDefault="00B94694" w:rsidP="00DE11EC">
      <w:pPr>
        <w:jc w:val="both"/>
        <w:rPr>
          <w:spacing w:val="0"/>
        </w:rPr>
      </w:pPr>
      <w:r w:rsidRPr="00487EC6">
        <w:rPr>
          <w:bCs/>
          <w:spacing w:val="0"/>
        </w:rPr>
        <w:t>Riigimetsa Majandamise Keskus</w:t>
      </w:r>
      <w:r w:rsidR="00DE11EC" w:rsidRPr="00487EC6">
        <w:rPr>
          <w:spacing w:val="0"/>
        </w:rPr>
        <w:t xml:space="preserve">, </w:t>
      </w:r>
      <w:r w:rsidR="00B40651" w:rsidRPr="00487EC6">
        <w:rPr>
          <w:spacing w:val="0"/>
        </w:rPr>
        <w:t>edaspidi</w:t>
      </w:r>
      <w:r w:rsidR="00DE11EC" w:rsidRPr="00487EC6">
        <w:rPr>
          <w:spacing w:val="0"/>
        </w:rPr>
        <w:t xml:space="preserve"> </w:t>
      </w:r>
      <w:r w:rsidR="000310AC" w:rsidRPr="00487EC6">
        <w:rPr>
          <w:b/>
          <w:bCs/>
          <w:spacing w:val="0"/>
        </w:rPr>
        <w:t>t</w:t>
      </w:r>
      <w:r w:rsidR="00B40651" w:rsidRPr="00487EC6">
        <w:rPr>
          <w:b/>
          <w:bCs/>
          <w:spacing w:val="0"/>
        </w:rPr>
        <w:t>ellija</w:t>
      </w:r>
      <w:r w:rsidRPr="00487EC6">
        <w:rPr>
          <w:spacing w:val="0"/>
        </w:rPr>
        <w:t xml:space="preserve">, </w:t>
      </w:r>
      <w:r w:rsidR="00DE11EC" w:rsidRPr="00487EC6">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487EC6">
            <w:rPr>
              <w:spacing w:val="0"/>
            </w:rPr>
            <w:t>[Vali sobiv]</w:t>
          </w:r>
        </w:sdtContent>
      </w:sdt>
      <w:r w:rsidR="00DE11EC" w:rsidRPr="00487EC6">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487EC6">
            <w:rPr>
              <w:spacing w:val="0"/>
            </w:rPr>
            <w:t>[Vali kuupäev]</w:t>
          </w:r>
        </w:sdtContent>
      </w:sdt>
      <w:r w:rsidR="00DE11EC" w:rsidRPr="00487EC6">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487EC6">
            <w:rPr>
              <w:spacing w:val="0"/>
            </w:rPr>
            <w:t>[Vali sobiv]</w:t>
          </w:r>
        </w:sdtContent>
      </w:sdt>
      <w:r w:rsidR="00DE11EC" w:rsidRPr="00487EC6">
        <w:rPr>
          <w:spacing w:val="0"/>
        </w:rPr>
        <w:t xml:space="preserve"> nr </w:t>
      </w:r>
      <w:r w:rsidR="00DE11EC" w:rsidRPr="00487EC6">
        <w:rPr>
          <w:spacing w:val="0"/>
        </w:rPr>
        <w:fldChar w:fldCharType="begin"/>
      </w:r>
      <w:r w:rsidR="00DE11EC" w:rsidRPr="00487EC6">
        <w:rPr>
          <w:spacing w:val="0"/>
        </w:rPr>
        <w:instrText xml:space="preserve"> MACROBUTTON  AcceptAllChangesInDoc [Sisesta number] </w:instrText>
      </w:r>
      <w:r w:rsidR="00DE11EC" w:rsidRPr="00487EC6">
        <w:rPr>
          <w:spacing w:val="0"/>
        </w:rPr>
        <w:fldChar w:fldCharType="end"/>
      </w:r>
      <w:r w:rsidR="00DE11EC" w:rsidRPr="00487EC6">
        <w:rPr>
          <w:spacing w:val="0"/>
        </w:rPr>
        <w:t xml:space="preserve">alusel </w:t>
      </w:r>
      <w:r w:rsidR="00DE11EC" w:rsidRPr="00554433">
        <w:rPr>
          <w:bCs/>
          <w:spacing w:val="0"/>
        </w:rPr>
        <w:fldChar w:fldCharType="begin"/>
      </w:r>
      <w:r w:rsidR="00DE11EC" w:rsidRPr="00554433">
        <w:rPr>
          <w:bCs/>
          <w:spacing w:val="0"/>
        </w:rPr>
        <w:instrText xml:space="preserve"> MACROBUTTON  AcceptAllChangesInDoc [Sisesta ametinimetus] </w:instrText>
      </w:r>
      <w:r w:rsidR="00DE11EC" w:rsidRPr="00554433">
        <w:rPr>
          <w:bCs/>
          <w:spacing w:val="0"/>
        </w:rPr>
        <w:fldChar w:fldCharType="end"/>
      </w:r>
      <w:r w:rsidR="00DE11EC" w:rsidRPr="00487EC6">
        <w:rPr>
          <w:rFonts w:eastAsia="Calibri"/>
        </w:rPr>
        <w:t xml:space="preserve"> </w:t>
      </w:r>
      <w:r w:rsidR="00DE11EC" w:rsidRPr="00554433">
        <w:rPr>
          <w:bCs/>
          <w:spacing w:val="0"/>
        </w:rPr>
        <w:fldChar w:fldCharType="begin"/>
      </w:r>
      <w:r w:rsidR="00DE11EC" w:rsidRPr="00554433">
        <w:rPr>
          <w:bCs/>
          <w:spacing w:val="0"/>
        </w:rPr>
        <w:instrText xml:space="preserve"> MACROBUTTON  AcceptAllChangesInDoc [Sisesta eesnimi ja perekonnanimi] </w:instrText>
      </w:r>
      <w:r w:rsidR="00DE11EC" w:rsidRPr="00554433">
        <w:rPr>
          <w:bCs/>
          <w:spacing w:val="0"/>
        </w:rPr>
        <w:fldChar w:fldCharType="end"/>
      </w:r>
      <w:r w:rsidR="00DE11EC" w:rsidRPr="00487EC6">
        <w:rPr>
          <w:spacing w:val="0"/>
        </w:rPr>
        <w:t>, ühelt poolt,</w:t>
      </w:r>
    </w:p>
    <w:p w14:paraId="1100F2D2" w14:textId="77777777" w:rsidR="00DE11EC" w:rsidRPr="00487EC6" w:rsidRDefault="00DE11EC" w:rsidP="00155339">
      <w:pPr>
        <w:rPr>
          <w:spacing w:val="0"/>
        </w:rPr>
      </w:pPr>
    </w:p>
    <w:p w14:paraId="6C701A1C" w14:textId="77777777" w:rsidR="00DE11EC" w:rsidRPr="00487EC6" w:rsidRDefault="00DE11EC" w:rsidP="00DE11EC">
      <w:pPr>
        <w:jc w:val="both"/>
        <w:rPr>
          <w:rFonts w:eastAsia="Calibri"/>
        </w:rPr>
      </w:pPr>
      <w:r w:rsidRPr="00487EC6">
        <w:rPr>
          <w:spacing w:val="0"/>
        </w:rPr>
        <w:t xml:space="preserve">ja </w:t>
      </w:r>
      <w:r w:rsidRPr="00487EC6">
        <w:rPr>
          <w:spacing w:val="0"/>
        </w:rPr>
        <w:fldChar w:fldCharType="begin"/>
      </w:r>
      <w:r w:rsidRPr="00487EC6">
        <w:rPr>
          <w:spacing w:val="0"/>
        </w:rPr>
        <w:instrText xml:space="preserve"> MACROBUTTON  AcceptAllChangesInDoc [Sisesta juriidilise isiku nimi], </w:instrText>
      </w:r>
      <w:r w:rsidRPr="00487EC6">
        <w:rPr>
          <w:spacing w:val="0"/>
        </w:rPr>
        <w:fldChar w:fldCharType="end"/>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487EC6">
            <w:rPr>
              <w:spacing w:val="0"/>
            </w:rPr>
            <w:t>[Vali sobiv]</w:t>
          </w:r>
        </w:sdtContent>
      </w:sdt>
      <w:r w:rsidRPr="00554433">
        <w:rPr>
          <w:spacing w:val="0"/>
        </w:rPr>
        <w:t xml:space="preserve"> alusel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Pr="00554433">
        <w:rPr>
          <w:spacing w:val="0"/>
        </w:rPr>
        <w:fldChar w:fldCharType="begin"/>
      </w:r>
      <w:r w:rsidRPr="00554433">
        <w:rPr>
          <w:spacing w:val="0"/>
        </w:rPr>
        <w:instrText xml:space="preserve"> MACROBUTTON  AcceptAllChangesInDoc [Sisesta eesnimi ja perekonnanimi] </w:instrText>
      </w:r>
      <w:r w:rsidRPr="00554433">
        <w:rPr>
          <w:spacing w:val="0"/>
        </w:rPr>
        <w:fldChar w:fldCharType="end"/>
      </w:r>
      <w:r w:rsidRPr="00554433">
        <w:rPr>
          <w:spacing w:val="0"/>
        </w:rPr>
        <w:t>, teiselt poolt,</w:t>
      </w:r>
    </w:p>
    <w:p w14:paraId="23A68A60" w14:textId="77777777" w:rsidR="00DD3F45" w:rsidRPr="00487EC6" w:rsidRDefault="00DD3F45" w:rsidP="00DE11EC">
      <w:pPr>
        <w:jc w:val="both"/>
        <w:rPr>
          <w:rFonts w:eastAsia="Calibri"/>
        </w:rPr>
      </w:pPr>
    </w:p>
    <w:p w14:paraId="4717556C" w14:textId="77777777" w:rsidR="00DD3F45" w:rsidRPr="00487EC6" w:rsidRDefault="00DD3F45" w:rsidP="00DE11EC">
      <w:pPr>
        <w:jc w:val="both"/>
      </w:pPr>
      <w:r w:rsidRPr="00487EC6">
        <w:t xml:space="preserve">ja </w:t>
      </w:r>
      <w:r w:rsidRPr="00554433">
        <w:rPr>
          <w:bCs/>
          <w:spacing w:val="0"/>
        </w:rPr>
        <w:fldChar w:fldCharType="begin"/>
      </w:r>
      <w:r w:rsidRPr="00554433">
        <w:rPr>
          <w:bCs/>
          <w:spacing w:val="0"/>
        </w:rPr>
        <w:instrText xml:space="preserve"> MACROBUTTON  AcceptAllChangesInDoc [Sisesta füüsilisest isikust ettevõtja nimi], </w:instrText>
      </w:r>
      <w:r w:rsidRPr="00554433">
        <w:rPr>
          <w:bCs/>
          <w:spacing w:val="0"/>
        </w:rPr>
        <w:fldChar w:fldCharType="end"/>
      </w:r>
      <w:r w:rsidRPr="00554433">
        <w:rPr>
          <w:bCs/>
          <w:spacing w:val="0"/>
        </w:rPr>
        <w:t xml:space="preserve">edaspidi </w:t>
      </w:r>
      <w:r w:rsidRPr="00FE05CF">
        <w:rPr>
          <w:b/>
          <w:bCs/>
          <w:spacing w:val="0"/>
        </w:rPr>
        <w:t>töövõtja</w:t>
      </w:r>
      <w:r w:rsidRPr="00554433">
        <w:rPr>
          <w:bCs/>
          <w:spacing w:val="0"/>
        </w:rPr>
        <w:t>, teiselt poolt,</w:t>
      </w:r>
    </w:p>
    <w:p w14:paraId="6534F430" w14:textId="77777777"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3B88BB1E" w14:textId="221F02B8" w:rsidR="00B94694" w:rsidRPr="007177DB" w:rsidRDefault="00155339" w:rsidP="007177DB">
      <w:pPr>
        <w:pStyle w:val="Pis"/>
        <w:rPr>
          <w:i/>
        </w:rPr>
      </w:pPr>
      <w:r w:rsidRPr="00487EC6">
        <w:rPr>
          <w:spacing w:val="0"/>
        </w:rPr>
        <w:br/>
      </w:r>
      <w:r w:rsidR="00B94694" w:rsidRPr="00487EC6">
        <w:rPr>
          <w:spacing w:val="0"/>
        </w:rPr>
        <w:t xml:space="preserve">sõlmisid </w:t>
      </w:r>
      <w:r w:rsidR="00B94694" w:rsidRPr="00F92FD5">
        <w:rPr>
          <w:spacing w:val="0"/>
        </w:rPr>
        <w:t xml:space="preserve">käesoleva </w:t>
      </w:r>
      <w:r w:rsidR="00B40651" w:rsidRPr="00F92FD5">
        <w:rPr>
          <w:spacing w:val="0"/>
        </w:rPr>
        <w:t>töövõtul</w:t>
      </w:r>
      <w:r w:rsidR="00DE11EC" w:rsidRPr="00F92FD5">
        <w:rPr>
          <w:spacing w:val="0"/>
        </w:rPr>
        <w:t xml:space="preserve">epingu, </w:t>
      </w:r>
      <w:r w:rsidR="00B94694" w:rsidRPr="00F92FD5">
        <w:rPr>
          <w:spacing w:val="0"/>
        </w:rPr>
        <w:t xml:space="preserve">edaspidi </w:t>
      </w:r>
      <w:r w:rsidR="000310AC" w:rsidRPr="00F92FD5">
        <w:rPr>
          <w:b/>
          <w:bCs/>
          <w:spacing w:val="0"/>
        </w:rPr>
        <w:t>l</w:t>
      </w:r>
      <w:r w:rsidR="00B94694" w:rsidRPr="00F92FD5">
        <w:rPr>
          <w:b/>
          <w:bCs/>
          <w:spacing w:val="0"/>
        </w:rPr>
        <w:t>eping</w:t>
      </w:r>
      <w:r w:rsidR="00DE11EC" w:rsidRPr="00F92FD5">
        <w:rPr>
          <w:spacing w:val="0"/>
        </w:rPr>
        <w:t xml:space="preserve">, </w:t>
      </w:r>
      <w:r w:rsidR="00305B03" w:rsidRPr="00F92FD5">
        <w:rPr>
          <w:spacing w:val="0"/>
        </w:rPr>
        <w:t>lih</w:t>
      </w:r>
      <w:r w:rsidR="00F92FD5" w:rsidRPr="00F92FD5">
        <w:rPr>
          <w:spacing w:val="0"/>
        </w:rPr>
        <w:t>thanke</w:t>
      </w:r>
      <w:r w:rsidR="00C64EC5">
        <w:rPr>
          <w:spacing w:val="0"/>
        </w:rPr>
        <w:t xml:space="preserve"> nr </w:t>
      </w:r>
      <w:r w:rsidR="00C64EC5" w:rsidRPr="00C64EC5">
        <w:rPr>
          <w:spacing w:val="0"/>
        </w:rPr>
        <w:t>1-47/</w:t>
      </w:r>
      <w:r w:rsidR="00A6562F">
        <w:rPr>
          <w:spacing w:val="0"/>
        </w:rPr>
        <w:t>3106</w:t>
      </w:r>
      <w:r w:rsidR="003265BD" w:rsidRPr="00F92FD5">
        <w:rPr>
          <w:spacing w:val="0"/>
        </w:rPr>
        <w:t xml:space="preserve"> </w:t>
      </w:r>
      <w:r w:rsidR="00BF1C0D" w:rsidRPr="00F92FD5">
        <w:rPr>
          <w:spacing w:val="0"/>
        </w:rPr>
        <w:t>„</w:t>
      </w:r>
      <w:r w:rsidR="00C64EC5" w:rsidRPr="00C64EC5">
        <w:rPr>
          <w:spacing w:val="0"/>
        </w:rPr>
        <w:t>Tartu taimla kasvatusväljakute ehitus</w:t>
      </w:r>
      <w:r w:rsidR="00A6562F">
        <w:rPr>
          <w:spacing w:val="0"/>
        </w:rPr>
        <w:t xml:space="preserve"> (2)</w:t>
      </w:r>
      <w:r w:rsidR="0008439E" w:rsidRPr="00F92FD5">
        <w:rPr>
          <w:spacing w:val="0"/>
        </w:rPr>
        <w:t xml:space="preserve">“ </w:t>
      </w:r>
      <w:r w:rsidR="001950D6" w:rsidRPr="00F92FD5">
        <w:rPr>
          <w:spacing w:val="0"/>
        </w:rPr>
        <w:t>(viitenumber</w:t>
      </w:r>
      <w:r w:rsidR="00F92FD5" w:rsidRPr="00F92FD5">
        <w:rPr>
          <w:spacing w:val="0"/>
        </w:rPr>
        <w:t xml:space="preserve"> </w:t>
      </w:r>
      <w:r w:rsidR="00A6562F">
        <w:rPr>
          <w:spacing w:val="0"/>
        </w:rPr>
        <w:t>279379</w:t>
      </w:r>
      <w:r w:rsidR="001950D6" w:rsidRPr="00F92FD5">
        <w:rPr>
          <w:spacing w:val="0"/>
        </w:rPr>
        <w:t xml:space="preserve">) tulemusena </w:t>
      </w:r>
      <w:r w:rsidR="00B94694" w:rsidRPr="00F92FD5">
        <w:rPr>
          <w:spacing w:val="0"/>
        </w:rPr>
        <w:t>all</w:t>
      </w:r>
      <w:r w:rsidR="008D247D" w:rsidRPr="00F92FD5">
        <w:rPr>
          <w:spacing w:val="0"/>
        </w:rPr>
        <w:t>järgnevas:</w:t>
      </w:r>
    </w:p>
    <w:p w14:paraId="077F3409" w14:textId="77777777" w:rsidR="00DD3F45" w:rsidRPr="00487EC6" w:rsidRDefault="00DD3F45" w:rsidP="00155339">
      <w:pPr>
        <w:rPr>
          <w:spacing w:val="0"/>
        </w:rPr>
      </w:pPr>
    </w:p>
    <w:p w14:paraId="35FBF158" w14:textId="77777777" w:rsidR="00B94694" w:rsidRPr="00554433" w:rsidRDefault="00DE11EC" w:rsidP="00554433">
      <w:pPr>
        <w:pStyle w:val="Loendilik"/>
        <w:numPr>
          <w:ilvl w:val="0"/>
          <w:numId w:val="33"/>
        </w:numPr>
        <w:rPr>
          <w:b/>
          <w:spacing w:val="0"/>
        </w:rPr>
      </w:pPr>
      <w:r w:rsidRPr="00554433">
        <w:rPr>
          <w:b/>
          <w:spacing w:val="0"/>
        </w:rPr>
        <w:t>Lepingu objekt</w:t>
      </w:r>
    </w:p>
    <w:p w14:paraId="1D66A007" w14:textId="3CBBEC69" w:rsidR="007A2FCE" w:rsidRPr="00554433" w:rsidRDefault="00B94694" w:rsidP="008627D6">
      <w:pPr>
        <w:pStyle w:val="Loendilik"/>
        <w:numPr>
          <w:ilvl w:val="1"/>
          <w:numId w:val="33"/>
        </w:numPr>
        <w:jc w:val="both"/>
        <w:rPr>
          <w:spacing w:val="0"/>
        </w:rPr>
      </w:pPr>
      <w:r w:rsidRPr="00554433">
        <w:rPr>
          <w:spacing w:val="0"/>
        </w:rPr>
        <w:t>Lepingu</w:t>
      </w:r>
      <w:r w:rsidR="005160E2">
        <w:rPr>
          <w:spacing w:val="0"/>
        </w:rPr>
        <w:t xml:space="preserve"> objektiks on töövõtja poolt </w:t>
      </w:r>
      <w:r w:rsidR="00A87C75">
        <w:rPr>
          <w:spacing w:val="0"/>
        </w:rPr>
        <w:t>Rõõmu tee 3a</w:t>
      </w:r>
      <w:r w:rsidR="00074E40">
        <w:rPr>
          <w:spacing w:val="0"/>
        </w:rPr>
        <w:t xml:space="preserve">, </w:t>
      </w:r>
      <w:r w:rsidR="00AE4798">
        <w:rPr>
          <w:spacing w:val="0"/>
        </w:rPr>
        <w:t>Tartu linnas</w:t>
      </w:r>
      <w:r w:rsidR="00EB3943">
        <w:rPr>
          <w:spacing w:val="0"/>
        </w:rPr>
        <w:t xml:space="preserve"> (katastritunnus </w:t>
      </w:r>
      <w:r w:rsidR="00A87C75" w:rsidRPr="00A87C75">
        <w:rPr>
          <w:spacing w:val="0"/>
        </w:rPr>
        <w:t>79515:019:0012</w:t>
      </w:r>
      <w:r w:rsidR="00EB3943" w:rsidRPr="00FE57AF">
        <w:rPr>
          <w:spacing w:val="0"/>
        </w:rPr>
        <w:t>)</w:t>
      </w:r>
      <w:r w:rsidR="00DB15A9" w:rsidRPr="00FE57AF">
        <w:rPr>
          <w:spacing w:val="0"/>
        </w:rPr>
        <w:t xml:space="preserve"> </w:t>
      </w:r>
      <w:r w:rsidR="00C002C5" w:rsidRPr="00FE57AF">
        <w:rPr>
          <w:spacing w:val="0"/>
        </w:rPr>
        <w:t xml:space="preserve">asuva </w:t>
      </w:r>
      <w:r w:rsidR="00C505F7">
        <w:rPr>
          <w:spacing w:val="0"/>
        </w:rPr>
        <w:t xml:space="preserve">RMK Tartu taimla kasvatusväljakute </w:t>
      </w:r>
      <w:r w:rsidR="00005C3E" w:rsidRPr="00FE57AF">
        <w:rPr>
          <w:spacing w:val="0"/>
        </w:rPr>
        <w:t>ehitustööde teostamine</w:t>
      </w:r>
      <w:r w:rsidR="00604556" w:rsidRPr="00FE57AF">
        <w:rPr>
          <w:spacing w:val="0"/>
        </w:rPr>
        <w:t xml:space="preserve"> lepinguga </w:t>
      </w:r>
      <w:r w:rsidR="006E25A9" w:rsidRPr="00FE57AF">
        <w:rPr>
          <w:spacing w:val="0"/>
        </w:rPr>
        <w:t>kokkulepitud tingimustel ja korras</w:t>
      </w:r>
      <w:r w:rsidR="00FE57AF" w:rsidRPr="00FE57AF">
        <w:rPr>
          <w:spacing w:val="0"/>
        </w:rPr>
        <w:t xml:space="preserve">, </w:t>
      </w:r>
      <w:r w:rsidRPr="00FE57AF">
        <w:rPr>
          <w:spacing w:val="0"/>
        </w:rPr>
        <w:t xml:space="preserve">edaspidi </w:t>
      </w:r>
      <w:r w:rsidR="00BF5FC2" w:rsidRPr="00FE57AF">
        <w:rPr>
          <w:b/>
          <w:spacing w:val="0"/>
        </w:rPr>
        <w:t>t</w:t>
      </w:r>
      <w:r w:rsidRPr="00FE57AF">
        <w:rPr>
          <w:b/>
          <w:spacing w:val="0"/>
        </w:rPr>
        <w:t>öö</w:t>
      </w:r>
      <w:r w:rsidRPr="00FE57AF">
        <w:rPr>
          <w:spacing w:val="0"/>
        </w:rPr>
        <w:t>.</w:t>
      </w:r>
    </w:p>
    <w:p w14:paraId="0515E4F8" w14:textId="77777777" w:rsidR="007A2FCE" w:rsidRPr="00554433" w:rsidRDefault="007A2FCE" w:rsidP="008627D6">
      <w:pPr>
        <w:pStyle w:val="Loendilik"/>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33FDA8F4" w14:textId="77777777" w:rsidR="00D353D2" w:rsidRPr="00370EBA" w:rsidRDefault="00DD3F45" w:rsidP="008627D6">
      <w:pPr>
        <w:pStyle w:val="Loendilik"/>
        <w:numPr>
          <w:ilvl w:val="1"/>
          <w:numId w:val="33"/>
        </w:numPr>
        <w:jc w:val="both"/>
        <w:rPr>
          <w:spacing w:val="0"/>
        </w:rPr>
      </w:pPr>
      <w:r w:rsidRPr="00370EBA">
        <w:rPr>
          <w:spacing w:val="0"/>
        </w:rPr>
        <w:t>T</w:t>
      </w:r>
      <w:r w:rsidR="00D353D2" w:rsidRPr="00370EBA">
        <w:rPr>
          <w:spacing w:val="0"/>
        </w:rPr>
        <w:t xml:space="preserve">ellija annab </w:t>
      </w:r>
      <w:r w:rsidR="000310AC" w:rsidRPr="00370EBA">
        <w:rPr>
          <w:spacing w:val="0"/>
        </w:rPr>
        <w:t>t</w:t>
      </w:r>
      <w:r w:rsidR="00D353D2" w:rsidRPr="00370EBA">
        <w:rPr>
          <w:spacing w:val="0"/>
        </w:rPr>
        <w:t xml:space="preserve">öövõtjale </w:t>
      </w:r>
      <w:r w:rsidR="000310AC" w:rsidRPr="00370EBA">
        <w:rPr>
          <w:spacing w:val="0"/>
        </w:rPr>
        <w:t>t</w:t>
      </w:r>
      <w:r w:rsidR="00D353D2" w:rsidRPr="00370EBA">
        <w:rPr>
          <w:spacing w:val="0"/>
        </w:rPr>
        <w:t>öö teostamiseks üle järgmised dokumendid:</w:t>
      </w:r>
      <w:r w:rsidR="00FF59A2" w:rsidRPr="00370EBA">
        <w:rPr>
          <w:spacing w:val="0"/>
        </w:rPr>
        <w:t xml:space="preserve"> </w:t>
      </w:r>
      <w:r w:rsidR="00FF59A2" w:rsidRPr="00370EBA">
        <w:rPr>
          <w:spacing w:val="0"/>
        </w:rPr>
        <w:fldChar w:fldCharType="begin"/>
      </w:r>
      <w:r w:rsidR="00FF59A2" w:rsidRPr="00370EBA">
        <w:rPr>
          <w:spacing w:val="0"/>
        </w:rPr>
        <w:instrText xml:space="preserve"> MACROBUTTON  AcceptAllChangesInDoc [Sisesta dokumendid] </w:instrText>
      </w:r>
      <w:r w:rsidR="00FF59A2" w:rsidRPr="00370EBA">
        <w:rPr>
          <w:spacing w:val="0"/>
        </w:rPr>
        <w:fldChar w:fldCharType="end"/>
      </w:r>
    </w:p>
    <w:p w14:paraId="25476E96" w14:textId="77777777" w:rsidR="00D353D2" w:rsidRPr="00554433" w:rsidRDefault="002171BB" w:rsidP="008627D6">
      <w:pPr>
        <w:pStyle w:val="Loendilik"/>
        <w:numPr>
          <w:ilvl w:val="1"/>
          <w:numId w:val="33"/>
        </w:numPr>
        <w:jc w:val="both"/>
        <w:rPr>
          <w:spacing w:val="0"/>
        </w:rPr>
      </w:pPr>
      <w:r w:rsidRPr="00554433">
        <w:rPr>
          <w:spacing w:val="0"/>
        </w:rPr>
        <w:fldChar w:fldCharType="begin"/>
      </w:r>
      <w:r w:rsidRPr="00554433">
        <w:rPr>
          <w:spacing w:val="0"/>
        </w:rPr>
        <w:instrText>MACROBUTTON NoMacro [</w:instrText>
      </w:r>
      <w:r w:rsidR="00155339" w:rsidRPr="00554433">
        <w:rPr>
          <w:spacing w:val="0"/>
        </w:rPr>
        <w:instrText>Sisesta p</w:instrText>
      </w:r>
      <w:r w:rsidRPr="00554433">
        <w:rPr>
          <w:spacing w:val="0"/>
        </w:rPr>
        <w:instrText>rojekteerimisettevõte]</w:instrText>
      </w:r>
      <w:r w:rsidRPr="00554433">
        <w:rPr>
          <w:spacing w:val="0"/>
        </w:rPr>
        <w:fldChar w:fldCharType="end"/>
      </w:r>
      <w:r w:rsidRPr="00554433">
        <w:rPr>
          <w:spacing w:val="0"/>
        </w:rPr>
        <w:t xml:space="preserve"> poolt koostatud </w:t>
      </w:r>
      <w:r w:rsidR="00155339"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 xml:space="preserve">Sisesta </w:instrText>
      </w:r>
      <w:r w:rsidR="00E66062" w:rsidRPr="00554433">
        <w:rPr>
          <w:spacing w:val="0"/>
        </w:rPr>
        <w:instrText xml:space="preserve">eel </w:instrText>
      </w:r>
      <w:r w:rsidRPr="00554433">
        <w:rPr>
          <w:spacing w:val="0"/>
        </w:rPr>
        <w:instrText xml:space="preserve">- või </w:instrText>
      </w:r>
      <w:r w:rsidR="00E66062" w:rsidRPr="00554433">
        <w:rPr>
          <w:spacing w:val="0"/>
        </w:rPr>
        <w:instrText xml:space="preserve"> põhi </w:instrText>
      </w:r>
      <w:r w:rsidRPr="00554433">
        <w:rPr>
          <w:spacing w:val="0"/>
        </w:rPr>
        <w:instrText xml:space="preserve">- </w:instrText>
      </w:r>
      <w:r w:rsidR="00E66062" w:rsidRPr="00554433">
        <w:rPr>
          <w:spacing w:val="0"/>
        </w:rPr>
        <w:instrText xml:space="preserve">või töö- </w:instrText>
      </w:r>
      <w:r w:rsidRPr="00554433">
        <w:rPr>
          <w:spacing w:val="0"/>
        </w:rPr>
        <w:instrText>või eritöö-]</w:instrText>
      </w:r>
      <w:r w:rsidRPr="00554433">
        <w:rPr>
          <w:spacing w:val="0"/>
        </w:rPr>
        <w:fldChar w:fldCharType="end"/>
      </w:r>
      <w:r w:rsidR="00155339" w:rsidRPr="00554433">
        <w:rPr>
          <w:spacing w:val="0"/>
        </w:rPr>
        <w:t xml:space="preserve"> </w:t>
      </w:r>
      <w:r w:rsidR="00D353D2" w:rsidRPr="00554433">
        <w:rPr>
          <w:spacing w:val="0"/>
        </w:rPr>
        <w:t>projekt (töö nr</w:t>
      </w:r>
      <w:r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Sisesta</w:instrText>
      </w:r>
      <w:r w:rsidRPr="00554433">
        <w:rPr>
          <w:spacing w:val="0"/>
        </w:rPr>
        <w:instrText xml:space="preserve"> number]</w:instrText>
      </w:r>
      <w:r w:rsidRPr="00554433">
        <w:rPr>
          <w:spacing w:val="0"/>
        </w:rPr>
        <w:fldChar w:fldCharType="end"/>
      </w:r>
      <w:r w:rsidR="00D353D2"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Sisesta</w:instrText>
      </w:r>
      <w:r w:rsidRPr="00554433">
        <w:rPr>
          <w:spacing w:val="0"/>
        </w:rPr>
        <w:instrText xml:space="preserve"> nimetus]</w:instrText>
      </w:r>
      <w:r w:rsidRPr="00554433">
        <w:rPr>
          <w:spacing w:val="0"/>
        </w:rPr>
        <w:fldChar w:fldCharType="end"/>
      </w:r>
      <w:r w:rsidR="00A53A0D">
        <w:rPr>
          <w:spacing w:val="0"/>
        </w:rPr>
        <w:t>).</w:t>
      </w:r>
    </w:p>
    <w:p w14:paraId="406A3115" w14:textId="77777777" w:rsidR="00DE11EC" w:rsidRPr="00487EC6" w:rsidRDefault="00DE11EC" w:rsidP="008627D6">
      <w:pPr>
        <w:jc w:val="both"/>
        <w:rPr>
          <w:spacing w:val="0"/>
        </w:rPr>
      </w:pPr>
    </w:p>
    <w:p w14:paraId="44E9BC22" w14:textId="77777777" w:rsidR="00DE11EC" w:rsidRPr="00554433" w:rsidRDefault="00DE11EC" w:rsidP="008627D6">
      <w:pPr>
        <w:pStyle w:val="Loendilik"/>
        <w:numPr>
          <w:ilvl w:val="0"/>
          <w:numId w:val="33"/>
        </w:numPr>
        <w:jc w:val="both"/>
        <w:rPr>
          <w:b/>
          <w:spacing w:val="0"/>
        </w:rPr>
      </w:pPr>
      <w:r w:rsidRPr="00554433">
        <w:rPr>
          <w:b/>
          <w:spacing w:val="0"/>
        </w:rPr>
        <w:t>Üldsätted</w:t>
      </w:r>
    </w:p>
    <w:p w14:paraId="55E34575" w14:textId="77777777" w:rsidR="0010269D" w:rsidRPr="00554433" w:rsidRDefault="0010269D" w:rsidP="008627D6">
      <w:pPr>
        <w:pStyle w:val="Loendilik"/>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9F1A41" w:rsidRPr="00554433">
        <w:rPr>
          <w:spacing w:val="0"/>
        </w:rPr>
        <w:t>käesolevat tööd käsitlev põhiprojekt</w:t>
      </w:r>
      <w:r w:rsidR="009325FD" w:rsidRPr="00554433">
        <w:rPr>
          <w:spacing w:val="0"/>
        </w:rPr>
        <w:t xml:space="preserve">, </w:t>
      </w:r>
      <w:proofErr w:type="spellStart"/>
      <w:r w:rsidR="009325FD" w:rsidRPr="00554433">
        <w:rPr>
          <w:spacing w:val="0"/>
        </w:rPr>
        <w:t>muinsuskaitselised</w:t>
      </w:r>
      <w:proofErr w:type="spellEnd"/>
      <w:r w:rsidR="009325FD" w:rsidRPr="00554433">
        <w:rPr>
          <w:spacing w:val="0"/>
        </w:rPr>
        <w:t xml:space="preserve"> nõuded ja ettekirjutused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9F1A41" w:rsidRPr="00554433">
        <w:rPr>
          <w:spacing w:val="0"/>
        </w:rPr>
        <w:t xml:space="preserve">eelkõige põhiprojektis,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eelnevalt loetletud dokumente, kui konkreetsest sättest ei tulene teisiti.</w:t>
      </w:r>
      <w:r w:rsidR="00F57EA5" w:rsidRPr="00554433">
        <w:rPr>
          <w:spacing w:val="0"/>
        </w:rPr>
        <w:t xml:space="preserve"> Lepinguga reguleerimata küsimustes lähtuvad pooled </w:t>
      </w:r>
      <w:r w:rsidR="001D7643" w:rsidRPr="00554433">
        <w:rPr>
          <w:spacing w:val="0"/>
        </w:rPr>
        <w:t>„Ehituse töövõtu üldtingimustest“ (ETÜ 2013).</w:t>
      </w:r>
    </w:p>
    <w:p w14:paraId="340942B5" w14:textId="286D1A4F" w:rsidR="00AB2D73" w:rsidRPr="00124FE4" w:rsidRDefault="0010269D" w:rsidP="00124FE4">
      <w:pPr>
        <w:pStyle w:val="Loendilik"/>
        <w:numPr>
          <w:ilvl w:val="1"/>
          <w:numId w:val="33"/>
        </w:numPr>
        <w:jc w:val="both"/>
        <w:rPr>
          <w:spacing w:val="0"/>
        </w:rPr>
      </w:pPr>
      <w:r w:rsidRPr="00554433">
        <w:rPr>
          <w:spacing w:val="0"/>
        </w:rPr>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084A7318" w14:textId="77777777" w:rsidR="00687AAF" w:rsidRPr="006925D6" w:rsidRDefault="00687AAF" w:rsidP="00687AAF">
      <w:pPr>
        <w:pStyle w:val="Loendilik"/>
        <w:ind w:left="576"/>
        <w:jc w:val="both"/>
        <w:rPr>
          <w:spacing w:val="0"/>
        </w:rPr>
      </w:pPr>
    </w:p>
    <w:p w14:paraId="2671667F" w14:textId="77777777" w:rsidR="000B213D" w:rsidRPr="00A53A0D" w:rsidRDefault="000B213D" w:rsidP="00A53A0D">
      <w:pPr>
        <w:pStyle w:val="Loendilik"/>
        <w:numPr>
          <w:ilvl w:val="0"/>
          <w:numId w:val="33"/>
        </w:numPr>
        <w:jc w:val="both"/>
        <w:rPr>
          <w:b/>
          <w:spacing w:val="0"/>
        </w:rPr>
      </w:pPr>
      <w:r w:rsidRPr="00A53A0D">
        <w:rPr>
          <w:b/>
          <w:spacing w:val="0"/>
        </w:rPr>
        <w:t>Tööde teostamise tähtajad</w:t>
      </w:r>
    </w:p>
    <w:p w14:paraId="39F4F222" w14:textId="4A7BC1E4" w:rsidR="007A139E" w:rsidRPr="002B0A05" w:rsidRDefault="007A139E" w:rsidP="007A139E">
      <w:pPr>
        <w:pStyle w:val="Loendilik"/>
        <w:numPr>
          <w:ilvl w:val="1"/>
          <w:numId w:val="33"/>
        </w:numPr>
        <w:jc w:val="both"/>
        <w:rPr>
          <w:spacing w:val="0"/>
        </w:rPr>
      </w:pPr>
      <w:r w:rsidRPr="002B0A05">
        <w:rPr>
          <w:spacing w:val="0"/>
        </w:rPr>
        <w:t xml:space="preserve">Töövõtja alustab ehitustööde teostamist pärast </w:t>
      </w:r>
      <w:r w:rsidR="0075774C" w:rsidRPr="002B0A05">
        <w:rPr>
          <w:spacing w:val="0"/>
        </w:rPr>
        <w:t>hanke</w:t>
      </w:r>
      <w:r w:rsidRPr="002B0A05">
        <w:rPr>
          <w:spacing w:val="0"/>
        </w:rPr>
        <w:t>lepingu sõlmimist.</w:t>
      </w:r>
    </w:p>
    <w:p w14:paraId="2FDDBA04" w14:textId="5DFD8F01" w:rsidR="00543444" w:rsidRPr="002B0A05" w:rsidRDefault="00543444" w:rsidP="008627D6">
      <w:pPr>
        <w:pStyle w:val="Loendilik"/>
        <w:numPr>
          <w:ilvl w:val="1"/>
          <w:numId w:val="33"/>
        </w:numPr>
        <w:jc w:val="both"/>
        <w:rPr>
          <w:spacing w:val="0"/>
        </w:rPr>
      </w:pPr>
      <w:r w:rsidRPr="002B0A05">
        <w:rPr>
          <w:spacing w:val="0"/>
        </w:rPr>
        <w:lastRenderedPageBreak/>
        <w:t>Tööüleandmise lõpptäht</w:t>
      </w:r>
      <w:r w:rsidR="00F343EA" w:rsidRPr="002B0A05">
        <w:rPr>
          <w:spacing w:val="0"/>
        </w:rPr>
        <w:t>päev</w:t>
      </w:r>
      <w:r w:rsidRPr="002B0A05">
        <w:rPr>
          <w:spacing w:val="0"/>
        </w:rPr>
        <w:t xml:space="preserve"> on</w:t>
      </w:r>
      <w:r w:rsidR="00676BC1" w:rsidRPr="002B0A05">
        <w:rPr>
          <w:spacing w:val="0"/>
        </w:rPr>
        <w:t xml:space="preserve"> </w:t>
      </w:r>
      <w:r w:rsidRPr="002B0A05">
        <w:rPr>
          <w:spacing w:val="0"/>
        </w:rPr>
        <w:t xml:space="preserve"> </w:t>
      </w:r>
      <w:r w:rsidR="0016472D" w:rsidRPr="002B0A05">
        <w:rPr>
          <w:b/>
          <w:bCs/>
          <w:spacing w:val="0"/>
        </w:rPr>
        <w:t xml:space="preserve">3 </w:t>
      </w:r>
      <w:r w:rsidR="0003280D" w:rsidRPr="002B0A05">
        <w:rPr>
          <w:b/>
          <w:bCs/>
          <w:spacing w:val="0"/>
        </w:rPr>
        <w:t xml:space="preserve">(kolm) </w:t>
      </w:r>
      <w:r w:rsidR="0016472D" w:rsidRPr="002B0A05">
        <w:rPr>
          <w:b/>
          <w:bCs/>
          <w:spacing w:val="0"/>
        </w:rPr>
        <w:t>kuud alates lepingu sõlmimise kuupäevast</w:t>
      </w:r>
      <w:r w:rsidR="0016472D" w:rsidRPr="002B0A05">
        <w:rPr>
          <w:spacing w:val="0"/>
        </w:rPr>
        <w:t xml:space="preserve">. </w:t>
      </w:r>
    </w:p>
    <w:p w14:paraId="60E552AF" w14:textId="3C40AC1F" w:rsidR="007177DB" w:rsidRPr="002B0A05" w:rsidRDefault="007177DB" w:rsidP="008627D6">
      <w:pPr>
        <w:pStyle w:val="Loendilik"/>
        <w:numPr>
          <w:ilvl w:val="1"/>
          <w:numId w:val="33"/>
        </w:numPr>
        <w:jc w:val="both"/>
        <w:rPr>
          <w:spacing w:val="0"/>
        </w:rPr>
      </w:pPr>
      <w:r w:rsidRPr="002B0A05">
        <w:t xml:space="preserve">Lepingu kehtivuse tähtaeg </w:t>
      </w:r>
      <w:r w:rsidRPr="002B0A05">
        <w:rPr>
          <w:spacing w:val="0"/>
        </w:rPr>
        <w:t xml:space="preserve">on  </w:t>
      </w:r>
      <w:r w:rsidR="0003280D" w:rsidRPr="002B0A05">
        <w:rPr>
          <w:spacing w:val="0"/>
        </w:rPr>
        <w:t xml:space="preserve">4 kuud alates lepingu sõlmimisest. </w:t>
      </w:r>
    </w:p>
    <w:p w14:paraId="6835EBF7" w14:textId="77777777" w:rsidR="000B213D" w:rsidRPr="00487EC6" w:rsidRDefault="000B213D" w:rsidP="008627D6">
      <w:pPr>
        <w:jc w:val="both"/>
        <w:rPr>
          <w:spacing w:val="0"/>
        </w:rPr>
      </w:pPr>
    </w:p>
    <w:p w14:paraId="77AA4BA1" w14:textId="77777777" w:rsidR="000B213D" w:rsidRPr="00554433" w:rsidRDefault="000B213D" w:rsidP="008627D6">
      <w:pPr>
        <w:pStyle w:val="Loendilik"/>
        <w:numPr>
          <w:ilvl w:val="0"/>
          <w:numId w:val="33"/>
        </w:numPr>
        <w:jc w:val="both"/>
        <w:rPr>
          <w:b/>
          <w:spacing w:val="0"/>
        </w:rPr>
      </w:pPr>
      <w:r w:rsidRPr="00554433">
        <w:rPr>
          <w:b/>
          <w:spacing w:val="0"/>
        </w:rPr>
        <w:t>Tasu</w:t>
      </w:r>
    </w:p>
    <w:p w14:paraId="5B2444B7" w14:textId="77777777" w:rsidR="00727DC2" w:rsidRPr="00554433" w:rsidRDefault="00727DC2" w:rsidP="008627D6">
      <w:pPr>
        <w:pStyle w:val="Loendilik"/>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 xml:space="preserve">tööde </w:t>
      </w:r>
      <w:proofErr w:type="spellStart"/>
      <w:r w:rsidR="009E4BBE" w:rsidRPr="00E2712D">
        <w:rPr>
          <w:b/>
          <w:spacing w:val="0"/>
        </w:rPr>
        <w:t>üldmaksumus</w:t>
      </w:r>
      <w:proofErr w:type="spellEnd"/>
      <w:r w:rsidR="000B213D" w:rsidRPr="00554433">
        <w:rPr>
          <w:spacing w:val="0"/>
        </w:rPr>
        <w:t>,</w:t>
      </w:r>
      <w:r w:rsidR="009E4BBE" w:rsidRPr="00554433">
        <w:rPr>
          <w:spacing w:val="0"/>
        </w:rPr>
        <w:t xml:space="preserve">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1E1A21" w:rsidRPr="00554433">
        <w:rPr>
          <w:spacing w:val="0"/>
        </w:rPr>
        <w:t>eurot, millele lisandub käibemaks.</w:t>
      </w:r>
      <w:r w:rsidRPr="00554433">
        <w:rPr>
          <w:spacing w:val="0"/>
        </w:rPr>
        <w:t xml:space="preserve"> Töö</w:t>
      </w:r>
      <w:r w:rsidR="009E4BBE" w:rsidRPr="00554433">
        <w:rPr>
          <w:spacing w:val="0"/>
        </w:rPr>
        <w:t xml:space="preserve">de </w:t>
      </w:r>
      <w:proofErr w:type="spellStart"/>
      <w:r w:rsidR="009E4BBE" w:rsidRPr="00554433">
        <w:rPr>
          <w:spacing w:val="0"/>
        </w:rPr>
        <w:t>üldmaksumus</w:t>
      </w:r>
      <w:proofErr w:type="spellEnd"/>
      <w:r w:rsidR="009E4BBE" w:rsidRPr="00554433">
        <w:rPr>
          <w:spacing w:val="0"/>
        </w:rPr>
        <w:t xml:space="preserve">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ja võimalike alltöövõtjate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196D099C" w14:textId="77777777" w:rsidR="002E19B4"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üldmaksumusele</w:t>
      </w:r>
      <w:proofErr w:type="spellEnd"/>
      <w:r w:rsidRPr="00554433">
        <w:rPr>
          <w:spacing w:val="0"/>
        </w:rPr>
        <w:t xml:space="preserve"> võib lisanduda t</w:t>
      </w:r>
      <w:r w:rsidR="00727DC2" w:rsidRPr="00554433">
        <w:rPr>
          <w:spacing w:val="0"/>
        </w:rPr>
        <w:t xml:space="preserve">ellija reserv summas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727DC2" w:rsidRPr="00554433">
        <w:rPr>
          <w:spacing w:val="0"/>
        </w:rPr>
        <w:t>eurot,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77777777" w:rsidR="0010269D"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w:t>
      </w:r>
      <w:proofErr w:type="spellEnd"/>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77777777" w:rsidR="000B213D" w:rsidRPr="00554433" w:rsidRDefault="000B213D" w:rsidP="008627D6">
      <w:pPr>
        <w:jc w:val="both"/>
        <w:rPr>
          <w:spacing w:val="0"/>
        </w:rPr>
      </w:pPr>
    </w:p>
    <w:p w14:paraId="43441891" w14:textId="77777777" w:rsidR="000B213D" w:rsidRPr="00554433" w:rsidRDefault="000B213D" w:rsidP="008627D6">
      <w:pPr>
        <w:pStyle w:val="Loendilik"/>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oendilik"/>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01B37206" w:rsidR="0010269D" w:rsidRPr="002B0A05" w:rsidRDefault="008319DC" w:rsidP="008627D6">
      <w:pPr>
        <w:pStyle w:val="Loendilik"/>
        <w:numPr>
          <w:ilvl w:val="1"/>
          <w:numId w:val="33"/>
        </w:numPr>
        <w:jc w:val="both"/>
        <w:rPr>
          <w:spacing w:val="0"/>
        </w:rPr>
      </w:pPr>
      <w:r w:rsidRPr="00B60B3C">
        <w:rPr>
          <w:spacing w:val="0"/>
        </w:rPr>
        <w:t>Hankid</w:t>
      </w:r>
      <w:r w:rsidR="0010269D" w:rsidRPr="00B60B3C">
        <w:rPr>
          <w:spacing w:val="0"/>
        </w:rPr>
        <w:t>a koh</w:t>
      </w:r>
      <w:r w:rsidR="00CA06DE">
        <w:rPr>
          <w:spacing w:val="0"/>
        </w:rPr>
        <w:t>e</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 xml:space="preserve">oad </w:t>
      </w:r>
      <w:r w:rsidRPr="002B0A05">
        <w:rPr>
          <w:spacing w:val="0"/>
        </w:rPr>
        <w:t>ning tasuda vastavad kulud.</w:t>
      </w:r>
    </w:p>
    <w:p w14:paraId="2BFD39C4" w14:textId="40E5ADF8" w:rsidR="008319DC" w:rsidRPr="002B0A05" w:rsidRDefault="008319DC" w:rsidP="008627D6">
      <w:pPr>
        <w:pStyle w:val="Loendilik"/>
        <w:numPr>
          <w:ilvl w:val="1"/>
          <w:numId w:val="33"/>
        </w:numPr>
        <w:jc w:val="both"/>
        <w:rPr>
          <w:spacing w:val="0"/>
        </w:rPr>
      </w:pPr>
      <w:r w:rsidRPr="002B0A05">
        <w:rPr>
          <w:spacing w:val="0"/>
        </w:rPr>
        <w:t xml:space="preserve">Töötada välja ja kooskõlastada </w:t>
      </w:r>
      <w:r w:rsidR="00BF5FC2" w:rsidRPr="002B0A05">
        <w:rPr>
          <w:spacing w:val="0"/>
        </w:rPr>
        <w:t>t</w:t>
      </w:r>
      <w:r w:rsidRPr="002B0A05">
        <w:rPr>
          <w:spacing w:val="0"/>
        </w:rPr>
        <w:t xml:space="preserve">ellijaga </w:t>
      </w:r>
      <w:r w:rsidR="00BF5FC2" w:rsidRPr="002B0A05">
        <w:rPr>
          <w:spacing w:val="0"/>
        </w:rPr>
        <w:t>t</w:t>
      </w:r>
      <w:r w:rsidRPr="002B0A05">
        <w:rPr>
          <w:spacing w:val="0"/>
        </w:rPr>
        <w:t>öö</w:t>
      </w:r>
      <w:r w:rsidR="0010269D" w:rsidRPr="002B0A05">
        <w:rPr>
          <w:spacing w:val="0"/>
        </w:rPr>
        <w:t xml:space="preserve"> teostamise ajagraafiku hiljemalt 1 </w:t>
      </w:r>
      <w:r w:rsidR="00E2059B" w:rsidRPr="002B0A05">
        <w:rPr>
          <w:spacing w:val="0"/>
        </w:rPr>
        <w:t xml:space="preserve">(ühe) </w:t>
      </w:r>
      <w:r w:rsidR="0010269D" w:rsidRPr="002B0A05">
        <w:rPr>
          <w:spacing w:val="0"/>
        </w:rPr>
        <w:t>kalendrinädala jooksul hankelepingu sõlmimisest</w:t>
      </w:r>
      <w:r w:rsidR="00E2059B" w:rsidRPr="002B0A05">
        <w:rPr>
          <w:spacing w:val="0"/>
        </w:rPr>
        <w:t xml:space="preserve">. </w:t>
      </w:r>
    </w:p>
    <w:p w14:paraId="3D5280C1" w14:textId="77777777" w:rsidR="0010269D" w:rsidRPr="00554433" w:rsidRDefault="008319DC" w:rsidP="008627D6">
      <w:pPr>
        <w:pStyle w:val="Loendilik"/>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oendilik"/>
        <w:numPr>
          <w:ilvl w:val="1"/>
          <w:numId w:val="33"/>
        </w:numPr>
        <w:jc w:val="both"/>
        <w:rPr>
          <w:spacing w:val="0"/>
        </w:rPr>
      </w:pPr>
      <w:r w:rsidRPr="00554433">
        <w:rPr>
          <w:spacing w:val="0"/>
        </w:rPr>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r w:rsidR="0010269D" w:rsidRPr="00554433">
        <w:rPr>
          <w:spacing w:val="0"/>
        </w:rPr>
        <w:t>alltöövõtjatele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oendilik"/>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a andmed tööde vahetute teostajate ja alltö</w:t>
      </w:r>
      <w:r w:rsidR="008319DC" w:rsidRPr="00554433">
        <w:rPr>
          <w:spacing w:val="0"/>
        </w:rPr>
        <w:t>övõtjate kvalifikatsiooni kohta.</w:t>
      </w:r>
    </w:p>
    <w:p w14:paraId="2CBDC3ED" w14:textId="77777777" w:rsidR="00FF59A2" w:rsidRDefault="008319DC" w:rsidP="00FF59A2">
      <w:pPr>
        <w:pStyle w:val="Loendilik"/>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oendilik"/>
        <w:numPr>
          <w:ilvl w:val="2"/>
          <w:numId w:val="33"/>
        </w:numPr>
        <w:jc w:val="both"/>
        <w:rPr>
          <w:spacing w:val="0"/>
        </w:rPr>
      </w:pPr>
      <w:r w:rsidRPr="00FF59A2">
        <w:rPr>
          <w:spacing w:val="0"/>
        </w:rPr>
        <w:t xml:space="preserve">Tellija poolsel dokumentide muutmisel sõlmitakse selle kohta </w:t>
      </w:r>
      <w:r w:rsidR="00BF5FC2" w:rsidRPr="00FF59A2">
        <w:rPr>
          <w:spacing w:val="0"/>
        </w:rPr>
        <w:t>p</w:t>
      </w:r>
      <w:r w:rsidRPr="00FF59A2">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proofErr w:type="spellStart"/>
      <w:r w:rsidRPr="00FF59A2">
        <w:rPr>
          <w:spacing w:val="0"/>
        </w:rPr>
        <w:t>üldmaksumust</w:t>
      </w:r>
      <w:proofErr w:type="spellEnd"/>
      <w:r w:rsidRPr="00FF59A2">
        <w:rPr>
          <w:spacing w:val="0"/>
        </w:rPr>
        <w:t xml:space="preserve"> ning </w:t>
      </w:r>
      <w:r w:rsidR="00BF5FC2" w:rsidRPr="00FF59A2">
        <w:rPr>
          <w:spacing w:val="0"/>
        </w:rPr>
        <w:t xml:space="preserve">tööde </w:t>
      </w:r>
      <w:r w:rsidRPr="00FF59A2">
        <w:rPr>
          <w:spacing w:val="0"/>
        </w:rPr>
        <w:t>teostamise tähtaegu ainult juhul, kui on kohaselt vormistatud eelpoolnimetatud kokkulepe.</w:t>
      </w:r>
    </w:p>
    <w:p w14:paraId="5F5ABA4F" w14:textId="1239E44E" w:rsidR="0010269D" w:rsidRPr="00554433" w:rsidRDefault="00764277" w:rsidP="008627D6">
      <w:pPr>
        <w:pStyle w:val="Loendilik"/>
        <w:numPr>
          <w:ilvl w:val="1"/>
          <w:numId w:val="33"/>
        </w:numPr>
        <w:jc w:val="both"/>
        <w:rPr>
          <w:spacing w:val="0"/>
        </w:rPr>
      </w:pPr>
      <w:r w:rsidRPr="00554433">
        <w:rPr>
          <w:spacing w:val="0"/>
        </w:rPr>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w:t>
      </w:r>
      <w:proofErr w:type="spellStart"/>
      <w:r w:rsidR="0010269D" w:rsidRPr="00554433">
        <w:rPr>
          <w:spacing w:val="0"/>
        </w:rPr>
        <w:t>üldmaksumuse</w:t>
      </w:r>
      <w:proofErr w:type="spellEnd"/>
      <w:r w:rsidR="0010269D" w:rsidRPr="00554433">
        <w:rPr>
          <w:spacing w:val="0"/>
        </w:rPr>
        <w:t xml:space="preserve"> ületamise, kvaliteedinõuetest või teostamise tähtaegadest mittekinnipidamise vajadusest või muude</w:t>
      </w:r>
      <w:r w:rsidRPr="00554433">
        <w:rPr>
          <w:spacing w:val="0"/>
        </w:rPr>
        <w:t xml:space="preserve">st asjaoludest, mis takistavad </w:t>
      </w:r>
      <w:r w:rsidR="0010269D" w:rsidRPr="00554433">
        <w:rPr>
          <w:spacing w:val="0"/>
        </w:rPr>
        <w:t xml:space="preserve">tööde kohast alustamist, teostamist või lõpetamist. 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ellija</w:t>
      </w:r>
      <w:r w:rsidR="00945547">
        <w:rPr>
          <w:spacing w:val="0"/>
        </w:rPr>
        <w:t>t</w:t>
      </w:r>
      <w:r w:rsidR="0010269D" w:rsidRPr="00554433">
        <w:rPr>
          <w:spacing w:val="0"/>
        </w:rPr>
        <w:t xml:space="preserv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128BBE05" w:rsidR="0010269D" w:rsidRPr="00554433" w:rsidRDefault="00764277" w:rsidP="008627D6">
      <w:pPr>
        <w:pStyle w:val="Loendilik"/>
        <w:numPr>
          <w:ilvl w:val="1"/>
          <w:numId w:val="33"/>
        </w:numPr>
        <w:jc w:val="both"/>
        <w:rPr>
          <w:spacing w:val="0"/>
        </w:rPr>
      </w:pPr>
      <w:r w:rsidRPr="00554433">
        <w:rPr>
          <w:spacing w:val="0"/>
        </w:rPr>
        <w:lastRenderedPageBreak/>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2BE9">
        <w:rPr>
          <w:spacing w:val="0"/>
        </w:rPr>
        <w:t>l</w:t>
      </w:r>
      <w:r w:rsidR="0010269D" w:rsidRPr="00552BE9">
        <w:rPr>
          <w:spacing w:val="0"/>
        </w:rPr>
        <w:t xml:space="preserve">epingu punktis </w:t>
      </w:r>
      <w:r w:rsidR="00BF1C0D" w:rsidRPr="00552BE9">
        <w:rPr>
          <w:spacing w:val="0"/>
        </w:rPr>
        <w:t>5.8</w:t>
      </w:r>
      <w:r w:rsidR="0010269D" w:rsidRPr="00552BE9">
        <w:rPr>
          <w:spacing w:val="0"/>
        </w:rPr>
        <w:t>. sätestatud</w:t>
      </w:r>
      <w:r w:rsidR="0010269D" w:rsidRPr="00554433">
        <w:rPr>
          <w:spacing w:val="0"/>
        </w:rPr>
        <w:t xml:space="preserve"> tähtaja jooksul:</w:t>
      </w:r>
    </w:p>
    <w:p w14:paraId="3DB32F33" w14:textId="77777777" w:rsidR="0010269D" w:rsidRPr="00554433" w:rsidRDefault="0010269D" w:rsidP="008627D6">
      <w:pPr>
        <w:pStyle w:val="Loendilik"/>
        <w:numPr>
          <w:ilvl w:val="2"/>
          <w:numId w:val="33"/>
        </w:numPr>
        <w:jc w:val="both"/>
        <w:rPr>
          <w:spacing w:val="0"/>
        </w:rPr>
      </w:pPr>
      <w:r w:rsidRPr="00554433">
        <w:rPr>
          <w:spacing w:val="0"/>
        </w:rPr>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oendilik"/>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oendilik"/>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oendilik"/>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oendilik"/>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oendilik"/>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oendilik"/>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oendilik"/>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oendilik"/>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oendilik"/>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oendilik"/>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oendilik"/>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hitustööde alustamisel. 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alltöövõtjad ja vastutad</w:t>
      </w:r>
      <w:r w:rsidR="0010269D" w:rsidRPr="00554433">
        <w:rPr>
          <w:spacing w:val="0"/>
        </w:rPr>
        <w:t xml:space="preserve">a täies </w:t>
      </w:r>
      <w:r w:rsidR="00862E8E" w:rsidRPr="00554433">
        <w:rPr>
          <w:spacing w:val="0"/>
        </w:rPr>
        <w:t>ulatuses alltöövõtjate töö eest.</w:t>
      </w:r>
    </w:p>
    <w:p w14:paraId="49BDC90A" w14:textId="77777777" w:rsidR="0010269D" w:rsidRPr="00554433" w:rsidRDefault="00862E8E" w:rsidP="008627D6">
      <w:pPr>
        <w:pStyle w:val="Loendilik"/>
        <w:numPr>
          <w:ilvl w:val="1"/>
          <w:numId w:val="33"/>
        </w:numPr>
        <w:jc w:val="both"/>
        <w:rPr>
          <w:spacing w:val="0"/>
        </w:rPr>
      </w:pPr>
      <w:r w:rsidRPr="00554433">
        <w:rPr>
          <w:spacing w:val="0"/>
        </w:rPr>
        <w:t>Teh</w:t>
      </w:r>
      <w:r w:rsidR="0010269D" w:rsidRPr="00554433">
        <w:rPr>
          <w:spacing w:val="0"/>
        </w:rPr>
        <w:t>a järelevalvet alltöövõtjate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oendilik"/>
        <w:numPr>
          <w:ilvl w:val="1"/>
          <w:numId w:val="33"/>
        </w:numPr>
        <w:jc w:val="both"/>
        <w:rPr>
          <w:spacing w:val="0"/>
        </w:rPr>
      </w:pPr>
      <w:r w:rsidRPr="00554433">
        <w:rPr>
          <w:spacing w:val="0"/>
        </w:rPr>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w:t>
      </w:r>
      <w:r w:rsidR="00477BE3" w:rsidRPr="00554433">
        <w:rPr>
          <w:spacing w:val="0"/>
        </w:rPr>
        <w:lastRenderedPageBreak/>
        <w:t>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oendilik"/>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Default="00AC5E3D" w:rsidP="008627D6">
      <w:pPr>
        <w:pStyle w:val="Loendilik"/>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E19CEDA" w14:textId="15247830" w:rsidR="00945547" w:rsidRPr="00F45A75" w:rsidRDefault="00945547" w:rsidP="008627D6">
      <w:pPr>
        <w:pStyle w:val="Loendilik"/>
        <w:numPr>
          <w:ilvl w:val="1"/>
          <w:numId w:val="33"/>
        </w:numPr>
        <w:jc w:val="both"/>
        <w:rPr>
          <w:spacing w:val="0"/>
        </w:rPr>
      </w:pPr>
      <w:r w:rsidRPr="00F45A75">
        <w:rPr>
          <w:spacing w:val="0"/>
        </w:rPr>
        <w:t>Likvideerida oma kulul peale lepingu lõppemist tööde teostamiseks</w:t>
      </w:r>
      <w:r w:rsidR="00A151B8" w:rsidRPr="00F45A75">
        <w:rPr>
          <w:spacing w:val="0"/>
        </w:rPr>
        <w:t xml:space="preserve"> vajalikud</w:t>
      </w:r>
      <w:r w:rsidRPr="00F45A75">
        <w:rPr>
          <w:spacing w:val="0"/>
        </w:rPr>
        <w:t xml:space="preserve"> ajut</w:t>
      </w:r>
      <w:r w:rsidR="00B77061" w:rsidRPr="00F45A75">
        <w:rPr>
          <w:spacing w:val="0"/>
        </w:rPr>
        <w:t>ised</w:t>
      </w:r>
      <w:r w:rsidRPr="00F45A75">
        <w:rPr>
          <w:spacing w:val="0"/>
        </w:rPr>
        <w:t xml:space="preserve"> ehitised ja abirajatised.</w:t>
      </w:r>
    </w:p>
    <w:p w14:paraId="32482352" w14:textId="69E0D877" w:rsidR="000B213D" w:rsidRDefault="00862E8E" w:rsidP="008627D6">
      <w:pPr>
        <w:pStyle w:val="Loendilik"/>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71DD366D" w14:textId="13347FAF" w:rsidR="00667683" w:rsidRPr="00F45A75" w:rsidRDefault="00667683" w:rsidP="00F45A75">
      <w:pPr>
        <w:pStyle w:val="Loendilik"/>
        <w:numPr>
          <w:ilvl w:val="1"/>
          <w:numId w:val="33"/>
        </w:numPr>
        <w:jc w:val="both"/>
        <w:rPr>
          <w:spacing w:val="0"/>
        </w:rPr>
      </w:pPr>
      <w:r w:rsidRPr="00337F97">
        <w:rPr>
          <w:spacing w:val="0"/>
        </w:rPr>
        <w:t xml:space="preserve">Tagada </w:t>
      </w:r>
      <w:r w:rsidR="000671E5">
        <w:rPr>
          <w:spacing w:val="0"/>
        </w:rPr>
        <w:t>t</w:t>
      </w:r>
      <w:r w:rsidRPr="00337F97">
        <w:rPr>
          <w:spacing w:val="0"/>
        </w:rPr>
        <w:t>öö tegemisel</w:t>
      </w:r>
      <w:r w:rsidRPr="00337F97">
        <w:t xml:space="preserve">, </w:t>
      </w:r>
      <w:r w:rsidRPr="00337F97">
        <w:rPr>
          <w:spacing w:val="0"/>
        </w:rPr>
        <w:t xml:space="preserve">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77777777" w:rsidR="000B213D" w:rsidRPr="00487EC6" w:rsidRDefault="000B213D" w:rsidP="008627D6">
      <w:pPr>
        <w:jc w:val="both"/>
        <w:rPr>
          <w:spacing w:val="0"/>
        </w:rPr>
      </w:pPr>
    </w:p>
    <w:p w14:paraId="057DA07D" w14:textId="77777777" w:rsidR="000B213D" w:rsidRPr="00554433" w:rsidRDefault="000B213D" w:rsidP="008627D6">
      <w:pPr>
        <w:pStyle w:val="Loendilik"/>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oendilik"/>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oendilik"/>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oendilik"/>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oendilik"/>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77777777" w:rsidR="00F43A05" w:rsidRPr="00487EC6" w:rsidRDefault="00F43A05" w:rsidP="008627D6">
      <w:pPr>
        <w:jc w:val="both"/>
        <w:rPr>
          <w:spacing w:val="0"/>
        </w:rPr>
      </w:pPr>
    </w:p>
    <w:p w14:paraId="5FFBDD74" w14:textId="77777777" w:rsidR="00F43A05" w:rsidRPr="00554433" w:rsidRDefault="00F43A05" w:rsidP="008627D6">
      <w:pPr>
        <w:pStyle w:val="Loendilik"/>
        <w:numPr>
          <w:ilvl w:val="0"/>
          <w:numId w:val="33"/>
        </w:numPr>
        <w:jc w:val="both"/>
        <w:rPr>
          <w:b/>
          <w:spacing w:val="0"/>
        </w:rPr>
      </w:pPr>
      <w:r w:rsidRPr="00554433">
        <w:rPr>
          <w:b/>
          <w:spacing w:val="0"/>
        </w:rPr>
        <w:t>Tellija kohustused</w:t>
      </w:r>
    </w:p>
    <w:p w14:paraId="5C6B85F4" w14:textId="77777777" w:rsidR="003D2F9D" w:rsidRPr="00554433" w:rsidRDefault="003D2F9D" w:rsidP="008627D6">
      <w:pPr>
        <w:pStyle w:val="Loendilik"/>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oendilik"/>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oendilik"/>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38351543" w14:textId="77777777" w:rsidR="00323196" w:rsidRPr="00554433" w:rsidRDefault="00323196" w:rsidP="00323196">
      <w:pPr>
        <w:pStyle w:val="Loendilik"/>
        <w:ind w:left="576"/>
        <w:jc w:val="both"/>
        <w:rPr>
          <w:spacing w:val="0"/>
        </w:rPr>
      </w:pPr>
    </w:p>
    <w:p w14:paraId="51A7CC7D" w14:textId="77777777" w:rsidR="00B44CC4" w:rsidRPr="00487EC6" w:rsidRDefault="00B44CC4" w:rsidP="008627D6">
      <w:pPr>
        <w:jc w:val="both"/>
        <w:rPr>
          <w:spacing w:val="0"/>
        </w:rPr>
      </w:pPr>
    </w:p>
    <w:p w14:paraId="2D5CAB08" w14:textId="77777777" w:rsidR="00F43A05" w:rsidRPr="00554433" w:rsidRDefault="00F43A05" w:rsidP="008627D6">
      <w:pPr>
        <w:pStyle w:val="Loendilik"/>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oendilik"/>
        <w:numPr>
          <w:ilvl w:val="1"/>
          <w:numId w:val="33"/>
        </w:numPr>
        <w:jc w:val="both"/>
        <w:rPr>
          <w:spacing w:val="0"/>
        </w:rPr>
      </w:pPr>
      <w:r w:rsidRPr="00554433">
        <w:rPr>
          <w:spacing w:val="0"/>
        </w:rPr>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oendilik"/>
        <w:numPr>
          <w:ilvl w:val="1"/>
          <w:numId w:val="33"/>
        </w:numPr>
        <w:jc w:val="both"/>
        <w:rPr>
          <w:spacing w:val="0"/>
        </w:rPr>
      </w:pPr>
      <w:r w:rsidRPr="00554433">
        <w:rPr>
          <w:spacing w:val="0"/>
        </w:rPr>
        <w:t>T</w:t>
      </w:r>
      <w:r w:rsidR="003D2F9D" w:rsidRPr="00554433">
        <w:rPr>
          <w:spacing w:val="0"/>
        </w:rPr>
        <w:t xml:space="preserve">ööde vahetute teostajate ja alltöövõtjate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oendilik"/>
        <w:numPr>
          <w:ilvl w:val="1"/>
          <w:numId w:val="33"/>
        </w:numPr>
        <w:jc w:val="both"/>
        <w:rPr>
          <w:spacing w:val="0"/>
        </w:rPr>
      </w:pPr>
      <w:r w:rsidRPr="00554433">
        <w:rPr>
          <w:spacing w:val="0"/>
        </w:rPr>
        <w:lastRenderedPageBreak/>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w:t>
      </w:r>
      <w:proofErr w:type="spellStart"/>
      <w:r w:rsidRPr="00554433">
        <w:rPr>
          <w:spacing w:val="0"/>
        </w:rPr>
        <w:t>üldmaksumuse</w:t>
      </w:r>
      <w:proofErr w:type="spellEnd"/>
      <w:r w:rsidRPr="00554433">
        <w:rPr>
          <w:spacing w:val="0"/>
        </w:rPr>
        <w:t xml:space="preserve"> ületamist.</w:t>
      </w:r>
    </w:p>
    <w:p w14:paraId="162BF053" w14:textId="77777777" w:rsidR="00F43A05" w:rsidRPr="00554433" w:rsidRDefault="003D2F9D" w:rsidP="008627D6">
      <w:pPr>
        <w:pStyle w:val="Loendilik"/>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77777777" w:rsidR="00F43A05" w:rsidRPr="00487EC6" w:rsidRDefault="00F43A05" w:rsidP="008627D6">
      <w:pPr>
        <w:jc w:val="both"/>
        <w:rPr>
          <w:spacing w:val="0"/>
        </w:rPr>
      </w:pPr>
    </w:p>
    <w:p w14:paraId="186A0AAE" w14:textId="77777777" w:rsidR="00F43A05" w:rsidRPr="00554433" w:rsidRDefault="00F43A05" w:rsidP="008627D6">
      <w:pPr>
        <w:pStyle w:val="Loendilik"/>
        <w:numPr>
          <w:ilvl w:val="0"/>
          <w:numId w:val="33"/>
        </w:numPr>
        <w:jc w:val="both"/>
        <w:rPr>
          <w:b/>
          <w:spacing w:val="0"/>
        </w:rPr>
      </w:pPr>
      <w:r w:rsidRPr="00554433">
        <w:rPr>
          <w:b/>
          <w:spacing w:val="0"/>
        </w:rPr>
        <w:t>Järelevalve ning töönõupidamised</w:t>
      </w:r>
    </w:p>
    <w:p w14:paraId="3728670A" w14:textId="77777777" w:rsidR="00543444" w:rsidRPr="002B0A05" w:rsidRDefault="00543444" w:rsidP="008627D6">
      <w:pPr>
        <w:pStyle w:val="Loendilik"/>
        <w:numPr>
          <w:ilvl w:val="1"/>
          <w:numId w:val="33"/>
        </w:numPr>
        <w:jc w:val="both"/>
        <w:rPr>
          <w:spacing w:val="0"/>
        </w:rPr>
      </w:pPr>
      <w:r w:rsidRPr="00554433">
        <w:rPr>
          <w:spacing w:val="0"/>
        </w:rPr>
        <w:t xml:space="preserve">Pooltel on õigus kaasata järelevalve teostamiseks sõltumatuid oma ala spetsialiste, </w:t>
      </w:r>
      <w:r w:rsidRPr="002B0A05">
        <w:rPr>
          <w:spacing w:val="0"/>
        </w:rPr>
        <w:t xml:space="preserve">sõlmides selleks vastavad lepingud vastavate </w:t>
      </w:r>
      <w:r w:rsidR="00110912" w:rsidRPr="002B0A05">
        <w:rPr>
          <w:spacing w:val="0"/>
        </w:rPr>
        <w:t>juriidiliste või füüsiliste isikutega</w:t>
      </w:r>
      <w:r w:rsidRPr="002B0A05">
        <w:rPr>
          <w:spacing w:val="0"/>
        </w:rPr>
        <w:t>.</w:t>
      </w:r>
    </w:p>
    <w:p w14:paraId="2405BC75" w14:textId="77777777" w:rsidR="00543444" w:rsidRPr="002B0A05" w:rsidRDefault="00543444" w:rsidP="008627D6">
      <w:pPr>
        <w:pStyle w:val="Loendilik"/>
        <w:numPr>
          <w:ilvl w:val="1"/>
          <w:numId w:val="33"/>
        </w:numPr>
        <w:jc w:val="both"/>
        <w:rPr>
          <w:spacing w:val="0"/>
        </w:rPr>
      </w:pPr>
      <w:r w:rsidRPr="002B0A05">
        <w:rPr>
          <w:spacing w:val="0"/>
        </w:rPr>
        <w:t>Poolte korralis</w:t>
      </w:r>
      <w:r w:rsidR="0096739E" w:rsidRPr="002B0A05">
        <w:rPr>
          <w:spacing w:val="0"/>
        </w:rPr>
        <w:t>te</w:t>
      </w:r>
      <w:r w:rsidRPr="002B0A05">
        <w:rPr>
          <w:spacing w:val="0"/>
        </w:rPr>
        <w:t xml:space="preserve"> nõupidamis</w:t>
      </w:r>
      <w:r w:rsidR="0096739E" w:rsidRPr="002B0A05">
        <w:rPr>
          <w:spacing w:val="0"/>
        </w:rPr>
        <w:t>te</w:t>
      </w:r>
      <w:r w:rsidRPr="002B0A05">
        <w:rPr>
          <w:spacing w:val="0"/>
        </w:rPr>
        <w:t xml:space="preserve"> </w:t>
      </w:r>
      <w:r w:rsidR="0096739E" w:rsidRPr="002B0A05">
        <w:rPr>
          <w:spacing w:val="0"/>
        </w:rPr>
        <w:t xml:space="preserve">korra lepivad </w:t>
      </w:r>
      <w:r w:rsidR="009B79B9" w:rsidRPr="002B0A05">
        <w:rPr>
          <w:spacing w:val="0"/>
        </w:rPr>
        <w:t>p</w:t>
      </w:r>
      <w:r w:rsidR="0096739E" w:rsidRPr="002B0A05">
        <w:rPr>
          <w:spacing w:val="0"/>
        </w:rPr>
        <w:t>ooled kokku ehitusalgusnõupidamisel</w:t>
      </w:r>
      <w:r w:rsidRPr="002B0A05">
        <w:rPr>
          <w:spacing w:val="0"/>
        </w:rPr>
        <w:t>.</w:t>
      </w:r>
    </w:p>
    <w:p w14:paraId="0B1B9578" w14:textId="77777777" w:rsidR="00543444" w:rsidRPr="00554433" w:rsidRDefault="00543444" w:rsidP="008627D6">
      <w:pPr>
        <w:pStyle w:val="Loendilik"/>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oendilik"/>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77777777" w:rsidR="00554433" w:rsidRPr="00554433" w:rsidRDefault="00554433" w:rsidP="008627D6">
      <w:pPr>
        <w:pStyle w:val="Loendilik"/>
        <w:ind w:left="432"/>
        <w:jc w:val="both"/>
        <w:rPr>
          <w:spacing w:val="0"/>
        </w:rPr>
      </w:pPr>
    </w:p>
    <w:p w14:paraId="397C6000" w14:textId="77777777" w:rsidR="00F43A05" w:rsidRPr="00554433" w:rsidRDefault="00F43A05" w:rsidP="008627D6">
      <w:pPr>
        <w:pStyle w:val="Loendilik"/>
        <w:numPr>
          <w:ilvl w:val="0"/>
          <w:numId w:val="33"/>
        </w:numPr>
        <w:jc w:val="both"/>
        <w:rPr>
          <w:b/>
          <w:spacing w:val="0"/>
        </w:rPr>
      </w:pPr>
      <w:r w:rsidRPr="00554433">
        <w:rPr>
          <w:b/>
          <w:spacing w:val="0"/>
        </w:rPr>
        <w:t xml:space="preserve">Kaetud </w:t>
      </w:r>
      <w:r w:rsidR="00682E09" w:rsidRPr="00554433">
        <w:rPr>
          <w:b/>
          <w:spacing w:val="0"/>
        </w:rPr>
        <w:t>tööd</w:t>
      </w:r>
    </w:p>
    <w:p w14:paraId="737BBE08" w14:textId="11CE0E2C" w:rsidR="00543444" w:rsidRPr="007E1212" w:rsidRDefault="00543444" w:rsidP="008627D6">
      <w:pPr>
        <w:pStyle w:val="Loendilik"/>
        <w:numPr>
          <w:ilvl w:val="1"/>
          <w:numId w:val="33"/>
        </w:numPr>
        <w:jc w:val="both"/>
        <w:rPr>
          <w:spacing w:val="0"/>
        </w:rPr>
      </w:pPr>
      <w:r w:rsidRPr="007E1212">
        <w:rPr>
          <w:spacing w:val="0"/>
        </w:rPr>
        <w:t xml:space="preserve">Kaetud tööde </w:t>
      </w:r>
      <w:r w:rsidR="003D7D70" w:rsidRPr="007E1212">
        <w:rPr>
          <w:spacing w:val="0"/>
        </w:rPr>
        <w:t xml:space="preserve">ülevaatamine ja </w:t>
      </w:r>
      <w:r w:rsidRPr="007E1212">
        <w:rPr>
          <w:spacing w:val="0"/>
        </w:rPr>
        <w:t xml:space="preserve">vastuvõtmine toimub mõlema </w:t>
      </w:r>
      <w:r w:rsidR="003D7D70" w:rsidRPr="007E1212">
        <w:rPr>
          <w:spacing w:val="0"/>
        </w:rPr>
        <w:t>p</w:t>
      </w:r>
      <w:r w:rsidRPr="007E1212">
        <w:rPr>
          <w:spacing w:val="0"/>
        </w:rPr>
        <w:t>oole volitatud esindajate osavõtul, mille kohta vormistatakse kirjalik kaetud tööde akt.</w:t>
      </w:r>
      <w:r w:rsidR="00305D1B" w:rsidRPr="007E1212">
        <w:rPr>
          <w:spacing w:val="0"/>
        </w:rPr>
        <w:t xml:space="preserve"> </w:t>
      </w:r>
      <w:r w:rsidR="0053301B" w:rsidRPr="007E1212">
        <w:rPr>
          <w:spacing w:val="0"/>
        </w:rPr>
        <w:t>Akti allkirjastavad tellija, töövõtja ja vastutav pädev isik.</w:t>
      </w:r>
    </w:p>
    <w:p w14:paraId="6D363788" w14:textId="77777777" w:rsidR="00543444" w:rsidRPr="00554433" w:rsidRDefault="00543444" w:rsidP="008627D6">
      <w:pPr>
        <w:pStyle w:val="Loendilik"/>
        <w:numPr>
          <w:ilvl w:val="1"/>
          <w:numId w:val="33"/>
        </w:numPr>
        <w:jc w:val="both"/>
      </w:pPr>
      <w:r w:rsidRPr="007E1212">
        <w:rPr>
          <w:spacing w:val="0"/>
        </w:rPr>
        <w:t>Punktis 1</w:t>
      </w:r>
      <w:r w:rsidR="00A95CB9" w:rsidRPr="007E1212">
        <w:rPr>
          <w:spacing w:val="0"/>
        </w:rPr>
        <w:t>0</w:t>
      </w:r>
      <w:r w:rsidRPr="007E1212">
        <w:rPr>
          <w:spacing w:val="0"/>
        </w:rPr>
        <w:t xml:space="preserve">.1. nimetatud korrast võib kõrvale kalduda </w:t>
      </w:r>
      <w:r w:rsidR="00F26104" w:rsidRPr="007E1212">
        <w:rPr>
          <w:spacing w:val="0"/>
        </w:rPr>
        <w:t xml:space="preserve">vaid </w:t>
      </w:r>
      <w:r w:rsidRPr="007E1212">
        <w:rPr>
          <w:spacing w:val="0"/>
        </w:rPr>
        <w:t xml:space="preserve">juhul kui, vaatamata </w:t>
      </w:r>
      <w:r w:rsidR="00084BA6" w:rsidRPr="007E1212">
        <w:rPr>
          <w:spacing w:val="0"/>
        </w:rPr>
        <w:t>t</w:t>
      </w:r>
      <w:r w:rsidRPr="007E1212">
        <w:rPr>
          <w:spacing w:val="0"/>
        </w:rPr>
        <w:t xml:space="preserve">ellija esindaja informeerimisele kaetud tööde vastuvõtmisest, jääb esindaja kohale tulemata. Sellisel juhul informeerib </w:t>
      </w:r>
      <w:r w:rsidR="003D7D70" w:rsidRPr="007E1212">
        <w:rPr>
          <w:spacing w:val="0"/>
        </w:rPr>
        <w:t>t</w:t>
      </w:r>
      <w:r w:rsidRPr="007E1212">
        <w:rPr>
          <w:spacing w:val="0"/>
        </w:rPr>
        <w:t xml:space="preserve">öövõtja </w:t>
      </w:r>
      <w:r w:rsidR="003D7D70" w:rsidRPr="007E1212">
        <w:rPr>
          <w:spacing w:val="0"/>
        </w:rPr>
        <w:t>t</w:t>
      </w:r>
      <w:r w:rsidRPr="007E1212">
        <w:rPr>
          <w:spacing w:val="0"/>
        </w:rPr>
        <w:t>ellija esindajat kaetud töö asjaoludest ning erandkorras, kui see on tingitud konkreetse töö eripärast, vormistab kaetud</w:t>
      </w:r>
      <w:r w:rsidRPr="00554433">
        <w:rPr>
          <w:spacing w:val="0"/>
        </w:rPr>
        <w:t xml:space="preserve"> tööde akti iseseisvalt. Töövõtja fikseerib nimetatud asjaolu ehituspäevikusse.</w:t>
      </w:r>
    </w:p>
    <w:p w14:paraId="53FD5BB5" w14:textId="77777777" w:rsidR="00543444" w:rsidRPr="00554433" w:rsidRDefault="00543444" w:rsidP="008627D6">
      <w:pPr>
        <w:pStyle w:val="Loendilik"/>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oendilik"/>
        <w:numPr>
          <w:ilvl w:val="1"/>
          <w:numId w:val="33"/>
        </w:numPr>
        <w:jc w:val="both"/>
        <w:rPr>
          <w:spacing w:val="0"/>
        </w:rPr>
      </w:pPr>
      <w:r w:rsidRPr="00554433">
        <w:rPr>
          <w:spacing w:val="0"/>
        </w:rPr>
        <w:t xml:space="preserve">Kaetud tööde </w:t>
      </w:r>
      <w:proofErr w:type="spellStart"/>
      <w:r w:rsidRPr="00554433">
        <w:rPr>
          <w:spacing w:val="0"/>
        </w:rPr>
        <w:t>üleandmata</w:t>
      </w:r>
      <w:proofErr w:type="spellEnd"/>
      <w:r w:rsidRPr="00554433">
        <w:rPr>
          <w:spacing w:val="0"/>
        </w:rPr>
        <w:t xml:space="preserve">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 xml:space="preserve">ellija esindaja soovi korral omal kulul avama </w:t>
      </w:r>
      <w:proofErr w:type="spellStart"/>
      <w:r w:rsidRPr="00554433">
        <w:rPr>
          <w:spacing w:val="0"/>
        </w:rPr>
        <w:t>üleandmata</w:t>
      </w:r>
      <w:proofErr w:type="spellEnd"/>
      <w:r w:rsidRPr="00554433">
        <w:rPr>
          <w:spacing w:val="0"/>
        </w:rPr>
        <w:t xml:space="preserve"> kaetud tööd.</w:t>
      </w:r>
      <w:r w:rsidR="003D7D70" w:rsidRPr="00554433">
        <w:rPr>
          <w:spacing w:val="0"/>
        </w:rPr>
        <w:t xml:space="preserve"> Töövõtja kannab sel juhul kõik kaetud tööde avamise ning puuduste ilmnemisel ka tööde parandamisega kaasnevad kulud.</w:t>
      </w:r>
    </w:p>
    <w:p w14:paraId="4E3B588A" w14:textId="77777777" w:rsidR="00B44CC4" w:rsidRPr="00487EC6" w:rsidRDefault="00B44CC4" w:rsidP="008627D6">
      <w:pPr>
        <w:jc w:val="both"/>
        <w:rPr>
          <w:spacing w:val="0"/>
        </w:rPr>
      </w:pPr>
    </w:p>
    <w:p w14:paraId="55C0921A" w14:textId="77777777" w:rsidR="00682E09" w:rsidRPr="00554433" w:rsidRDefault="00682E09" w:rsidP="008627D6">
      <w:pPr>
        <w:pStyle w:val="Loendilik"/>
        <w:numPr>
          <w:ilvl w:val="0"/>
          <w:numId w:val="33"/>
        </w:numPr>
        <w:jc w:val="both"/>
        <w:rPr>
          <w:b/>
          <w:spacing w:val="0"/>
        </w:rPr>
      </w:pPr>
      <w:r w:rsidRPr="00554433">
        <w:rPr>
          <w:b/>
          <w:spacing w:val="0"/>
        </w:rPr>
        <w:t>Töö üleandmine ja vastuvõtmine</w:t>
      </w:r>
    </w:p>
    <w:p w14:paraId="57B1E5D5" w14:textId="30EBCF93" w:rsidR="00EC39BF" w:rsidRPr="00554433" w:rsidRDefault="005B7BA9" w:rsidP="008627D6">
      <w:pPr>
        <w:pStyle w:val="Loendilik"/>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w:t>
      </w:r>
      <w:r w:rsidR="00EC39BF" w:rsidRPr="007E1212">
        <w:rPr>
          <w:spacing w:val="0"/>
        </w:rPr>
        <w:t xml:space="preserve">poolt toimub </w:t>
      </w:r>
      <w:r w:rsidR="004953A8" w:rsidRPr="007E1212">
        <w:rPr>
          <w:spacing w:val="0"/>
        </w:rPr>
        <w:t>perioodi jooksul faktiliselt teostatud tööde üleandmise akti alusel</w:t>
      </w:r>
      <w:r w:rsidR="0042344D" w:rsidRPr="007E1212">
        <w:rPr>
          <w:spacing w:val="0"/>
        </w:rPr>
        <w:t>, mille on allkirjastanud</w:t>
      </w:r>
      <w:r w:rsidR="0084056F" w:rsidRPr="007E1212">
        <w:rPr>
          <w:spacing w:val="0"/>
        </w:rPr>
        <w:t xml:space="preserve"> töövõtja ja vastutav pädev isik</w:t>
      </w:r>
      <w:r w:rsidR="0096739E" w:rsidRPr="007E1212">
        <w:rPr>
          <w:spacing w:val="0"/>
        </w:rPr>
        <w:t>.</w:t>
      </w:r>
      <w:r w:rsidR="0096739E" w:rsidRPr="00554433">
        <w:rPr>
          <w:spacing w:val="0"/>
        </w:rPr>
        <w:t xml:space="preserve"> 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316539D8" w:rsidR="00EC39BF" w:rsidRPr="00554433" w:rsidRDefault="00B5699C" w:rsidP="008627D6">
      <w:pPr>
        <w:pStyle w:val="Loendilik"/>
        <w:numPr>
          <w:ilvl w:val="1"/>
          <w:numId w:val="33"/>
        </w:numPr>
        <w:jc w:val="both"/>
        <w:rPr>
          <w:spacing w:val="0"/>
        </w:rPr>
      </w:pPr>
      <w:r w:rsidRPr="00164587">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esindaja</w:t>
      </w:r>
      <w:r w:rsidR="00FC58D8">
        <w:rPr>
          <w:spacing w:val="0"/>
        </w:rPr>
        <w:t xml:space="preserve"> </w:t>
      </w:r>
      <w:r w:rsidR="00FC58D8" w:rsidRPr="007E1212">
        <w:rPr>
          <w:spacing w:val="0"/>
        </w:rPr>
        <w:t>ja vastutava pädeva isiku</w:t>
      </w:r>
      <w:r w:rsidR="00EC39BF" w:rsidRPr="007E1212">
        <w:rPr>
          <w:spacing w:val="0"/>
        </w:rPr>
        <w:t xml:space="preserve"> poolt</w:t>
      </w:r>
      <w:r w:rsidR="00EC39BF" w:rsidRPr="00554433">
        <w:rPr>
          <w:spacing w:val="0"/>
        </w:rPr>
        <w:t xml:space="preserve">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lastRenderedPageBreak/>
        <w:t xml:space="preserve">oma </w:t>
      </w:r>
      <w:r w:rsidR="00EC39BF" w:rsidRPr="00554433">
        <w:rPr>
          <w:spacing w:val="0"/>
        </w:rPr>
        <w:t>esindaja poolt 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oendilik"/>
        <w:numPr>
          <w:ilvl w:val="1"/>
          <w:numId w:val="33"/>
        </w:numPr>
        <w:jc w:val="both"/>
        <w:rPr>
          <w:spacing w:val="0"/>
        </w:rPr>
      </w:pPr>
      <w:r w:rsidRPr="00554433">
        <w:rPr>
          <w:spacing w:val="0"/>
        </w:rPr>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oendilik"/>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oendilik"/>
        <w:numPr>
          <w:ilvl w:val="1"/>
          <w:numId w:val="33"/>
        </w:numPr>
        <w:jc w:val="both"/>
        <w:rPr>
          <w:spacing w:val="0"/>
        </w:rPr>
      </w:pPr>
      <w:r w:rsidRPr="00086B2D">
        <w:rPr>
          <w:spacing w:val="0"/>
        </w:rPr>
        <w:t xml:space="preserve">Vaegtööde olemasolul kannab </w:t>
      </w:r>
      <w:r w:rsidR="005B7BA9" w:rsidRPr="00086B2D">
        <w:rPr>
          <w:spacing w:val="0"/>
        </w:rPr>
        <w:t>t</w:t>
      </w:r>
      <w:r w:rsidRPr="00086B2D">
        <w:rPr>
          <w:spacing w:val="0"/>
        </w:rPr>
        <w:t xml:space="preserve">öövõtja vaegtööde juhusliku hävimise või kahjustamise riisikot kuni vaegtööde vastuvõtmiseni </w:t>
      </w:r>
      <w:r w:rsidR="005B7BA9" w:rsidRPr="00086B2D">
        <w:rPr>
          <w:spacing w:val="0"/>
        </w:rPr>
        <w:t>t</w:t>
      </w:r>
      <w:r w:rsidRPr="00086B2D">
        <w:rPr>
          <w:spacing w:val="0"/>
        </w:rPr>
        <w:t>ellija poolt</w:t>
      </w:r>
      <w:r w:rsidRPr="00554433">
        <w:rPr>
          <w:spacing w:val="0"/>
        </w:rPr>
        <w:t>.</w:t>
      </w:r>
    </w:p>
    <w:p w14:paraId="35947CF1" w14:textId="77777777" w:rsidR="00682E09" w:rsidRPr="00487EC6" w:rsidRDefault="00682E09" w:rsidP="008627D6">
      <w:pPr>
        <w:jc w:val="both"/>
        <w:rPr>
          <w:spacing w:val="0"/>
        </w:rPr>
      </w:pPr>
    </w:p>
    <w:p w14:paraId="1C89FB3A" w14:textId="77777777" w:rsidR="00682E09" w:rsidRPr="00554433" w:rsidRDefault="00682E09" w:rsidP="008627D6">
      <w:pPr>
        <w:pStyle w:val="Loendilik"/>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oendilik"/>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r w:rsidR="00580820" w:rsidRPr="00554433">
        <w:rPr>
          <w:spacing w:val="0"/>
        </w:rPr>
        <w:t>viisteist</w:t>
      </w:r>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oendilik"/>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3A8DDA56" w:rsidR="001515C2" w:rsidRPr="0098194E" w:rsidRDefault="009C4ED0" w:rsidP="008627D6">
      <w:pPr>
        <w:pStyle w:val="Loendilik"/>
        <w:numPr>
          <w:ilvl w:val="1"/>
          <w:numId w:val="33"/>
        </w:numPr>
        <w:jc w:val="both"/>
        <w:rPr>
          <w:spacing w:val="0"/>
        </w:rPr>
      </w:pPr>
      <w:r w:rsidRPr="0098194E">
        <w:rPr>
          <w:spacing w:val="0"/>
        </w:rPr>
        <w:t xml:space="preserve">Viimane makse, mis ei tohi olla väiksem kui </w:t>
      </w:r>
      <w:r w:rsidR="009F6588">
        <w:rPr>
          <w:spacing w:val="0"/>
        </w:rPr>
        <w:t>15</w:t>
      </w:r>
      <w:r w:rsidRPr="0098194E">
        <w:rPr>
          <w:spacing w:val="0"/>
        </w:rPr>
        <w:t xml:space="preserve"> (</w:t>
      </w:r>
      <w:r w:rsidR="009F6588">
        <w:rPr>
          <w:spacing w:val="0"/>
        </w:rPr>
        <w:t>viisteist</w:t>
      </w:r>
      <w:r w:rsidRPr="0098194E">
        <w:rPr>
          <w:spacing w:val="0"/>
        </w:rPr>
        <w:t>) % lepingu hinnast, sooritatakse töövõtjale 3 (kolme) tööpäeva jooksul peale ehitusobjektile kasutusloa/kasutusteatis</w:t>
      </w:r>
      <w:r w:rsidR="00D930A8" w:rsidRPr="0098194E">
        <w:rPr>
          <w:spacing w:val="0"/>
        </w:rPr>
        <w:t>e</w:t>
      </w:r>
      <w:r w:rsidRPr="0098194E">
        <w:rPr>
          <w:spacing w:val="0"/>
        </w:rPr>
        <w:t xml:space="preserve"> </w:t>
      </w:r>
      <w:r w:rsidR="00B37641" w:rsidRPr="0098194E">
        <w:rPr>
          <w:spacing w:val="0"/>
        </w:rPr>
        <w:t>saamist</w:t>
      </w:r>
      <w:r w:rsidR="0002292D" w:rsidRPr="0098194E">
        <w:rPr>
          <w:spacing w:val="0"/>
        </w:rPr>
        <w:t>/kooskõlastust</w:t>
      </w:r>
      <w:r w:rsidR="00B37641" w:rsidRPr="0098194E">
        <w:rPr>
          <w:spacing w:val="0"/>
        </w:rPr>
        <w:t>.</w:t>
      </w:r>
    </w:p>
    <w:p w14:paraId="20629C1F" w14:textId="77777777" w:rsidR="00926027" w:rsidRPr="00554433" w:rsidRDefault="00366B8F" w:rsidP="00BA0CDE">
      <w:pPr>
        <w:pStyle w:val="Loendilik"/>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w:t>
      </w:r>
      <w:proofErr w:type="spellStart"/>
      <w:r w:rsidR="00BA0CDE" w:rsidRPr="00BA0CDE">
        <w:rPr>
          <w:spacing w:val="0"/>
        </w:rPr>
        <w:t>arveldaja</w:t>
      </w:r>
      <w:proofErr w:type="spellEnd"/>
      <w:r w:rsidR="00BA0CDE" w:rsidRPr="00BA0CDE">
        <w:rPr>
          <w:spacing w:val="0"/>
        </w:rPr>
        <w:t>, mis asub ettevõtjaportaalis https://www.rik.ee/et/e-arveldaja.</w:t>
      </w:r>
    </w:p>
    <w:p w14:paraId="020C0BC9" w14:textId="77777777" w:rsidR="00926027" w:rsidRPr="00487EC6" w:rsidRDefault="00926027" w:rsidP="008627D6">
      <w:pPr>
        <w:jc w:val="both"/>
        <w:rPr>
          <w:spacing w:val="0"/>
        </w:rPr>
      </w:pPr>
    </w:p>
    <w:p w14:paraId="232CCC2D" w14:textId="77777777" w:rsidR="00926027" w:rsidRPr="00554433" w:rsidRDefault="00926027" w:rsidP="008627D6">
      <w:pPr>
        <w:pStyle w:val="Loendilik"/>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oendilik"/>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0C130D07" w:rsidR="00243153" w:rsidRPr="00554433" w:rsidRDefault="00003552" w:rsidP="008627D6">
      <w:pPr>
        <w:pStyle w:val="Loendilik"/>
        <w:numPr>
          <w:ilvl w:val="1"/>
          <w:numId w:val="33"/>
        </w:numPr>
        <w:jc w:val="both"/>
        <w:rPr>
          <w:spacing w:val="0"/>
        </w:rPr>
      </w:pPr>
      <w:r w:rsidRPr="00554433">
        <w:rPr>
          <w:spacing w:val="0"/>
        </w:rPr>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w:t>
      </w:r>
      <w:r w:rsidR="00CD6ACB">
        <w:rPr>
          <w:spacing w:val="0"/>
        </w:rPr>
        <w:t>viivitamatult</w:t>
      </w:r>
      <w:r w:rsidR="009109EE" w:rsidRPr="00554433">
        <w:rPr>
          <w:spacing w:val="0"/>
        </w:rPr>
        <w:t xml:space="preserve">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öövõtjale. T</w:t>
      </w:r>
      <w:r w:rsidR="0096622A">
        <w:rPr>
          <w:spacing w:val="0"/>
        </w:rPr>
        <w:t>ellija</w:t>
      </w:r>
      <w:r w:rsidR="009109EE" w:rsidRPr="00554433">
        <w:rPr>
          <w:spacing w:val="0"/>
        </w:rPr>
        <w:t xml:space="preserve">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oendilik"/>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oendilik"/>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139DFC43" w:rsidR="00A04F72" w:rsidRPr="00554433" w:rsidRDefault="009109EE" w:rsidP="008627D6">
      <w:pPr>
        <w:pStyle w:val="Loendilik"/>
        <w:numPr>
          <w:ilvl w:val="1"/>
          <w:numId w:val="33"/>
        </w:numPr>
        <w:jc w:val="both"/>
        <w:rPr>
          <w:spacing w:val="0"/>
        </w:rPr>
      </w:pPr>
      <w:r w:rsidRPr="00554433">
        <w:rPr>
          <w:spacing w:val="0"/>
        </w:rPr>
        <w:t xml:space="preserve">Kui </w:t>
      </w:r>
      <w:r w:rsidR="0038024A">
        <w:rPr>
          <w:spacing w:val="0"/>
        </w:rPr>
        <w:t>t</w:t>
      </w:r>
      <w:r w:rsidRPr="00554433">
        <w:rPr>
          <w:spacing w:val="0"/>
        </w:rPr>
        <w:t xml:space="preserve">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oendilik"/>
        <w:numPr>
          <w:ilvl w:val="1"/>
          <w:numId w:val="33"/>
        </w:numPr>
        <w:jc w:val="both"/>
        <w:rPr>
          <w:spacing w:val="0"/>
        </w:rPr>
      </w:pPr>
      <w:r w:rsidRPr="00554433">
        <w:rPr>
          <w:spacing w:val="0"/>
        </w:rPr>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oendilik"/>
        <w:numPr>
          <w:ilvl w:val="1"/>
          <w:numId w:val="33"/>
        </w:numPr>
        <w:jc w:val="both"/>
        <w:rPr>
          <w:spacing w:val="0"/>
        </w:rPr>
      </w:pPr>
      <w:r w:rsidRPr="00554433">
        <w:rPr>
          <w:spacing w:val="0"/>
        </w:rPr>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lastRenderedPageBreak/>
        <w:t>t</w:t>
      </w:r>
      <w:r w:rsidRPr="00554433">
        <w:rPr>
          <w:spacing w:val="0"/>
        </w:rPr>
        <w:t xml:space="preserve">öövõtja alltöövõtjalt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oendilik"/>
        <w:numPr>
          <w:ilvl w:val="1"/>
          <w:numId w:val="33"/>
        </w:numPr>
        <w:jc w:val="both"/>
        <w:rPr>
          <w:spacing w:val="0"/>
        </w:rPr>
      </w:pPr>
      <w:r w:rsidRPr="00554433">
        <w:rPr>
          <w:spacing w:val="0"/>
        </w:rPr>
        <w:t xml:space="preserve">Juhul kui alltöövõtja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oendilik"/>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77777777" w:rsidR="00926027" w:rsidRPr="00487EC6" w:rsidRDefault="00926027" w:rsidP="008627D6">
      <w:pPr>
        <w:jc w:val="both"/>
        <w:rPr>
          <w:spacing w:val="0"/>
        </w:rPr>
      </w:pPr>
    </w:p>
    <w:p w14:paraId="1EE03FF3" w14:textId="77777777" w:rsidR="00926027" w:rsidRPr="00554433" w:rsidRDefault="00926027" w:rsidP="008627D6">
      <w:pPr>
        <w:pStyle w:val="Loendilik"/>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oendilik"/>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04DF21CC" w:rsidR="005103AC" w:rsidRPr="007D5605" w:rsidRDefault="005103AC" w:rsidP="008627D6">
      <w:pPr>
        <w:pStyle w:val="Loendilik"/>
        <w:numPr>
          <w:ilvl w:val="1"/>
          <w:numId w:val="33"/>
        </w:numPr>
        <w:jc w:val="both"/>
        <w:rPr>
          <w:spacing w:val="0"/>
        </w:rPr>
      </w:pPr>
      <w:r w:rsidRPr="007D5605">
        <w:rPr>
          <w:spacing w:val="0"/>
        </w:rPr>
        <w:t xml:space="preserve">Töövõtjal on õigus nõuda tellijalt arvete mittetähtaegse tasumise korral viivist 0,15% tähtajaks tasumata summalt iga viivitatud </w:t>
      </w:r>
      <w:r w:rsidR="00E96231">
        <w:rPr>
          <w:spacing w:val="0"/>
        </w:rPr>
        <w:t>kalendri</w:t>
      </w:r>
      <w:r w:rsidRPr="007D5605">
        <w:rPr>
          <w:spacing w:val="0"/>
        </w:rPr>
        <w:t>päeva eest (esitatud arvete alusel).</w:t>
      </w:r>
    </w:p>
    <w:p w14:paraId="5F7EB9C7" w14:textId="0689672F" w:rsidR="00926027" w:rsidRPr="007D5605" w:rsidRDefault="005103AC" w:rsidP="008627D6">
      <w:pPr>
        <w:pStyle w:val="Loendilik"/>
        <w:numPr>
          <w:ilvl w:val="1"/>
          <w:numId w:val="33"/>
        </w:numPr>
        <w:jc w:val="both"/>
        <w:rPr>
          <w:spacing w:val="0"/>
        </w:rPr>
      </w:pPr>
      <w:r w:rsidRPr="007D5605">
        <w:rPr>
          <w:spacing w:val="0"/>
        </w:rPr>
        <w:t xml:space="preserve">Tellijal on õigus nõuda töövõtjalt leppetrahvi 1,5% </w:t>
      </w:r>
      <w:r w:rsidR="001023BF" w:rsidRPr="007D5605">
        <w:rPr>
          <w:spacing w:val="0"/>
        </w:rPr>
        <w:t>töö</w:t>
      </w:r>
      <w:r w:rsidR="002E19B4" w:rsidRPr="007D5605">
        <w:rPr>
          <w:spacing w:val="0"/>
        </w:rPr>
        <w:t>de</w:t>
      </w:r>
      <w:r w:rsidR="001023BF" w:rsidRPr="007D5605">
        <w:rPr>
          <w:spacing w:val="0"/>
        </w:rPr>
        <w:t xml:space="preserve"> </w:t>
      </w:r>
      <w:proofErr w:type="spellStart"/>
      <w:r w:rsidR="001023BF" w:rsidRPr="007D5605">
        <w:rPr>
          <w:spacing w:val="0"/>
        </w:rPr>
        <w:t>üldmaksumusest</w:t>
      </w:r>
      <w:proofErr w:type="spellEnd"/>
      <w:r w:rsidR="001023BF" w:rsidRPr="007D5605">
        <w:rPr>
          <w:spacing w:val="0"/>
        </w:rPr>
        <w:t xml:space="preserve"> </w:t>
      </w:r>
      <w:r w:rsidRPr="007D5605">
        <w:rPr>
          <w:spacing w:val="0"/>
        </w:rPr>
        <w:t xml:space="preserve">iga lepingus sätestatud lõpptähtaega ületanud </w:t>
      </w:r>
      <w:r w:rsidR="00B3755F" w:rsidRPr="003135B6">
        <w:rPr>
          <w:spacing w:val="0"/>
        </w:rPr>
        <w:t>kalendripäeva</w:t>
      </w:r>
      <w:r w:rsidR="00B3755F">
        <w:rPr>
          <w:spacing w:val="0"/>
        </w:rPr>
        <w:t xml:space="preserve"> </w:t>
      </w:r>
      <w:r w:rsidRPr="007D5605">
        <w:rPr>
          <w:spacing w:val="0"/>
        </w:rPr>
        <w:t xml:space="preserve">eest. </w:t>
      </w:r>
      <w:r w:rsidR="00A04F72" w:rsidRPr="007D5605">
        <w:rPr>
          <w:spacing w:val="0"/>
        </w:rPr>
        <w:t xml:space="preserve">Tellijal on õigus </w:t>
      </w:r>
      <w:r w:rsidR="00ED074F" w:rsidRPr="007D5605">
        <w:rPr>
          <w:spacing w:val="0"/>
        </w:rPr>
        <w:t>l</w:t>
      </w:r>
      <w:r w:rsidR="00A04F72" w:rsidRPr="007D5605">
        <w:rPr>
          <w:spacing w:val="0"/>
        </w:rPr>
        <w:t xml:space="preserve">epingust taganeda või </w:t>
      </w:r>
      <w:r w:rsidR="00266BC5" w:rsidRPr="007D5605">
        <w:rPr>
          <w:spacing w:val="0"/>
        </w:rPr>
        <w:t>l</w:t>
      </w:r>
      <w:r w:rsidR="00024C33" w:rsidRPr="007D5605">
        <w:rPr>
          <w:spacing w:val="0"/>
        </w:rPr>
        <w:t>eping</w:t>
      </w:r>
      <w:r w:rsidR="00266BC5" w:rsidRPr="007D5605">
        <w:rPr>
          <w:spacing w:val="0"/>
        </w:rPr>
        <w:t xml:space="preserve"> </w:t>
      </w:r>
      <w:r w:rsidR="00A04F72" w:rsidRPr="007D5605">
        <w:rPr>
          <w:spacing w:val="0"/>
        </w:rPr>
        <w:t xml:space="preserve">üles öelda, kui </w:t>
      </w:r>
      <w:r w:rsidR="00ED074F" w:rsidRPr="007D5605">
        <w:rPr>
          <w:spacing w:val="0"/>
        </w:rPr>
        <w:t>t</w:t>
      </w:r>
      <w:r w:rsidR="00A04F72" w:rsidRPr="007D5605">
        <w:rPr>
          <w:spacing w:val="0"/>
        </w:rPr>
        <w:t>öövõtja viivitab</w:t>
      </w:r>
      <w:r w:rsidR="002857EB" w:rsidRPr="007D5605">
        <w:rPr>
          <w:spacing w:val="0"/>
        </w:rPr>
        <w:t xml:space="preserve"> lepingu lisas toodud ajagraafiku järgsete </w:t>
      </w:r>
      <w:r w:rsidR="00A04F72" w:rsidRPr="007D5605">
        <w:rPr>
          <w:spacing w:val="0"/>
        </w:rPr>
        <w:t xml:space="preserve">tööde alustamisega või valmimise ja üleandmisega </w:t>
      </w:r>
      <w:r w:rsidR="00610B3B" w:rsidRPr="007D5605">
        <w:rPr>
          <w:spacing w:val="0"/>
        </w:rPr>
        <w:t>3</w:t>
      </w:r>
      <w:r w:rsidR="00A04F72" w:rsidRPr="007D5605">
        <w:rPr>
          <w:spacing w:val="0"/>
        </w:rPr>
        <w:t xml:space="preserve"> (</w:t>
      </w:r>
      <w:r w:rsidR="00610B3B" w:rsidRPr="007D5605">
        <w:rPr>
          <w:spacing w:val="0"/>
        </w:rPr>
        <w:t>kolm</w:t>
      </w:r>
      <w:r w:rsidR="00A04F72" w:rsidRPr="007D5605">
        <w:rPr>
          <w:spacing w:val="0"/>
        </w:rPr>
        <w:t>) nädalat.</w:t>
      </w:r>
    </w:p>
    <w:p w14:paraId="1BA9EE52" w14:textId="77777777" w:rsidR="00926027" w:rsidRPr="00487EC6" w:rsidRDefault="00926027" w:rsidP="008627D6">
      <w:pPr>
        <w:jc w:val="both"/>
        <w:rPr>
          <w:spacing w:val="0"/>
        </w:rPr>
      </w:pPr>
    </w:p>
    <w:p w14:paraId="61289043" w14:textId="77777777" w:rsidR="00926027" w:rsidRPr="00554433" w:rsidRDefault="00926027" w:rsidP="008627D6">
      <w:pPr>
        <w:pStyle w:val="Loendilik"/>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oendilik"/>
        <w:numPr>
          <w:ilvl w:val="1"/>
          <w:numId w:val="33"/>
        </w:numPr>
        <w:jc w:val="both"/>
        <w:rPr>
          <w:spacing w:val="0"/>
        </w:rPr>
      </w:pPr>
      <w:r w:rsidRPr="00554433">
        <w:rPr>
          <w:spacing w:val="0"/>
        </w:rPr>
        <w:t>Tellijat</w:t>
      </w:r>
      <w:r w:rsidR="00366B8F" w:rsidRPr="00554433">
        <w:rPr>
          <w:spacing w:val="0"/>
        </w:rPr>
        <w:t xml:space="preserve"> esindavad</w:t>
      </w:r>
    </w:p>
    <w:p w14:paraId="03DE54F5" w14:textId="77777777" w:rsidR="00D21B88" w:rsidRPr="00554433" w:rsidRDefault="0045429A" w:rsidP="00FF59A2">
      <w:pPr>
        <w:pStyle w:val="Loendilik"/>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D21B88"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D21B88"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D21B88" w:rsidRPr="00554433">
        <w:rPr>
          <w:spacing w:val="0"/>
        </w:rPr>
        <w:t xml:space="preserve"> </w:t>
      </w:r>
      <w:r w:rsidR="00D21B88" w:rsidRPr="00554433">
        <w:rPr>
          <w:spacing w:val="0"/>
        </w:rPr>
        <w:fldChar w:fldCharType="begin"/>
      </w:r>
      <w:r w:rsidR="00D21B88" w:rsidRPr="00554433">
        <w:rPr>
          <w:spacing w:val="0"/>
        </w:rPr>
        <w:instrText>MACROBUTTON NoMacro [</w:instrText>
      </w:r>
      <w:r w:rsidR="002E2CD0" w:rsidRPr="00554433">
        <w:rPr>
          <w:spacing w:val="0"/>
        </w:rPr>
        <w:instrText>Sisesta e-post</w:instrText>
      </w:r>
      <w:r w:rsidR="00D21B88" w:rsidRPr="00554433">
        <w:rPr>
          <w:spacing w:val="0"/>
        </w:rPr>
        <w:instrText>]</w:instrText>
      </w:r>
      <w:r w:rsidR="00D21B88" w:rsidRPr="00554433">
        <w:rPr>
          <w:spacing w:val="0"/>
        </w:rPr>
        <w:fldChar w:fldCharType="end"/>
      </w:r>
      <w:r w:rsidR="00D21B88" w:rsidRPr="00554433">
        <w:rPr>
          <w:spacing w:val="0"/>
        </w:rPr>
        <w:t>;</w:t>
      </w:r>
    </w:p>
    <w:p w14:paraId="036DDA67" w14:textId="3FB26BB6" w:rsidR="0045429A" w:rsidRPr="00554433" w:rsidRDefault="001E1A21" w:rsidP="00FF59A2">
      <w:pPr>
        <w:pStyle w:val="Loendilik"/>
        <w:numPr>
          <w:ilvl w:val="2"/>
          <w:numId w:val="33"/>
        </w:numPr>
        <w:jc w:val="both"/>
        <w:rPr>
          <w:spacing w:val="0"/>
        </w:rPr>
      </w:pPr>
      <w:r w:rsidRPr="00554433">
        <w:rPr>
          <w:spacing w:val="0"/>
        </w:rPr>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747110">
        <w:rPr>
          <w:spacing w:val="0"/>
        </w:rPr>
        <w:t>(projektijuht)</w:t>
      </w:r>
      <w:r w:rsidR="00D21B88" w:rsidRPr="00554433">
        <w:rPr>
          <w:spacing w:val="0"/>
        </w:rPr>
        <w:t xml:space="preserve">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D21B88" w:rsidRPr="00554433">
        <w:rPr>
          <w:spacing w:val="0"/>
        </w:rPr>
        <w:t>;</w:t>
      </w:r>
    </w:p>
    <w:p w14:paraId="28605904" w14:textId="77777777" w:rsidR="00D21B88" w:rsidRPr="00554433" w:rsidRDefault="00ED074F" w:rsidP="00FF59A2">
      <w:pPr>
        <w:pStyle w:val="Loendilik"/>
        <w:numPr>
          <w:ilvl w:val="2"/>
          <w:numId w:val="33"/>
        </w:numPr>
        <w:jc w:val="both"/>
        <w:rPr>
          <w:spacing w:val="0"/>
        </w:rPr>
      </w:pPr>
      <w:r w:rsidRPr="00554433">
        <w:rPr>
          <w:spacing w:val="0"/>
        </w:rPr>
        <w:t>Omaniku</w:t>
      </w:r>
      <w:r w:rsidR="0045429A" w:rsidRPr="00554433">
        <w:rPr>
          <w:spacing w:val="0"/>
        </w:rPr>
        <w:t xml:space="preserve">järelevalvet teostab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 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p>
    <w:p w14:paraId="1343BFC1" w14:textId="77777777" w:rsidR="0045429A" w:rsidRPr="00554433" w:rsidRDefault="0045429A" w:rsidP="008627D6">
      <w:pPr>
        <w:pStyle w:val="Loendilik"/>
        <w:numPr>
          <w:ilvl w:val="1"/>
          <w:numId w:val="33"/>
        </w:numPr>
        <w:jc w:val="both"/>
        <w:rPr>
          <w:spacing w:val="0"/>
        </w:rPr>
      </w:pPr>
      <w:r w:rsidRPr="00554433">
        <w:rPr>
          <w:spacing w:val="0"/>
        </w:rPr>
        <w:t>Töövõtjat esindavad</w:t>
      </w:r>
    </w:p>
    <w:p w14:paraId="292005AA" w14:textId="77777777" w:rsidR="00D21B88" w:rsidRPr="00554433" w:rsidRDefault="00D21B88" w:rsidP="00FF59A2">
      <w:pPr>
        <w:pStyle w:val="Loendilik"/>
        <w:numPr>
          <w:ilvl w:val="2"/>
          <w:numId w:val="33"/>
        </w:numPr>
        <w:jc w:val="both"/>
        <w:rPr>
          <w:spacing w:val="0"/>
        </w:rPr>
      </w:pPr>
      <w:r w:rsidRPr="00554433">
        <w:rPr>
          <w:spacing w:val="0"/>
        </w:rPr>
        <w:t xml:space="preserve">Töövõtja esindaja, kes on volitatud </w:t>
      </w:r>
      <w:r w:rsidR="00ED074F" w:rsidRPr="00554433">
        <w:rPr>
          <w:spacing w:val="0"/>
        </w:rPr>
        <w:t>l</w:t>
      </w:r>
      <w:r w:rsidRPr="00554433">
        <w:rPr>
          <w:spacing w:val="0"/>
        </w:rPr>
        <w:t>epingut täitma, muutma ja lõpetama</w:t>
      </w:r>
      <w:r w:rsidR="001E1A21"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2E2CD0" w:rsidRPr="00554433">
        <w:rPr>
          <w:spacing w:val="0"/>
        </w:rPr>
        <w:t>;</w:t>
      </w:r>
    </w:p>
    <w:p w14:paraId="4C860739" w14:textId="77777777" w:rsidR="00D21B88" w:rsidRPr="00554433" w:rsidRDefault="00D21B88" w:rsidP="00FF59A2">
      <w:pPr>
        <w:pStyle w:val="Loendilik"/>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A9606E" w:rsidRPr="00554433">
        <w:rPr>
          <w:spacing w:val="0"/>
        </w:rPr>
        <w:fldChar w:fldCharType="begin"/>
      </w:r>
      <w:r w:rsidR="00A9606E" w:rsidRPr="00554433">
        <w:rPr>
          <w:spacing w:val="0"/>
        </w:rPr>
        <w:instrText xml:space="preserve"> MACROBUTTON  AcceptAllChangesInDoc [Sisesta ametinimetus] </w:instrText>
      </w:r>
      <w:r w:rsidR="00A9606E"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45429A" w:rsidRPr="00554433">
        <w:rPr>
          <w:spacing w:val="0"/>
        </w:rPr>
        <w:t>;</w:t>
      </w:r>
    </w:p>
    <w:p w14:paraId="6225F507" w14:textId="4C505E65" w:rsidR="00323196" w:rsidRPr="00023C5A" w:rsidRDefault="00010E89" w:rsidP="00A9606E">
      <w:pPr>
        <w:pStyle w:val="Loendilik"/>
        <w:numPr>
          <w:ilvl w:val="2"/>
          <w:numId w:val="33"/>
        </w:numPr>
        <w:jc w:val="both"/>
        <w:rPr>
          <w:spacing w:val="0"/>
        </w:rPr>
      </w:pPr>
      <w:r w:rsidRPr="00554433">
        <w:rPr>
          <w:spacing w:val="0"/>
        </w:rPr>
        <w:t>V</w:t>
      </w:r>
      <w:r w:rsidR="00366B8F" w:rsidRPr="00554433">
        <w:rPr>
          <w:spacing w:val="0"/>
        </w:rPr>
        <w:t xml:space="preserve">astutav </w:t>
      </w:r>
      <w:r w:rsidR="00A32BFA">
        <w:rPr>
          <w:spacing w:val="0"/>
        </w:rPr>
        <w:t>pädev isik</w:t>
      </w:r>
      <w:r w:rsidR="0045429A" w:rsidRPr="00554433">
        <w:rPr>
          <w:spacing w:val="0"/>
        </w:rPr>
        <w:t>:</w:t>
      </w:r>
      <w:r w:rsidR="00882874" w:rsidRPr="00554433">
        <w:rPr>
          <w:spacing w:val="0"/>
        </w:rPr>
        <w:t xml:space="preserve"> </w:t>
      </w:r>
      <w:r w:rsidR="00882874" w:rsidRPr="00554433">
        <w:rPr>
          <w:spacing w:val="0"/>
        </w:rPr>
        <w:fldChar w:fldCharType="begin"/>
      </w:r>
      <w:r w:rsidR="00882874" w:rsidRPr="00554433">
        <w:rPr>
          <w:spacing w:val="0"/>
        </w:rPr>
        <w:instrText>MACROBUTTON NoMacro [</w:instrText>
      </w:r>
      <w:r w:rsidR="002E2CD0" w:rsidRPr="00554433">
        <w:rPr>
          <w:spacing w:val="0"/>
        </w:rPr>
        <w:instrText>Sisesta e</w:instrText>
      </w:r>
      <w:r w:rsidR="00882874" w:rsidRPr="00554433">
        <w:rPr>
          <w:spacing w:val="0"/>
        </w:rPr>
        <w:instrText>ttevõtte nimi, milles töötab põhitöökohal]</w:instrText>
      </w:r>
      <w:r w:rsidR="00882874" w:rsidRPr="00554433">
        <w:rPr>
          <w:spacing w:val="0"/>
        </w:rPr>
        <w:fldChar w:fldCharType="end"/>
      </w:r>
      <w:r w:rsidR="00882874"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t xml:space="preserve"> </w:t>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9E02CA" w:rsidRPr="00554433">
        <w:rPr>
          <w:spacing w:val="0"/>
        </w:rPr>
        <w:t>.</w:t>
      </w:r>
    </w:p>
    <w:p w14:paraId="58715803" w14:textId="77777777" w:rsidR="00356DA0" w:rsidRPr="00A9606E" w:rsidRDefault="00356DA0" w:rsidP="00A9606E">
      <w:pPr>
        <w:jc w:val="both"/>
        <w:rPr>
          <w:spacing w:val="0"/>
        </w:rPr>
      </w:pPr>
    </w:p>
    <w:p w14:paraId="6AA3AB1A" w14:textId="77777777" w:rsidR="00926027" w:rsidRPr="00A9606E" w:rsidRDefault="00926027" w:rsidP="00A9606E">
      <w:pPr>
        <w:pStyle w:val="Loendilik"/>
        <w:numPr>
          <w:ilvl w:val="0"/>
          <w:numId w:val="33"/>
        </w:numPr>
        <w:jc w:val="both"/>
        <w:rPr>
          <w:b/>
          <w:spacing w:val="0"/>
        </w:rPr>
      </w:pPr>
      <w:r w:rsidRPr="00A9606E">
        <w:rPr>
          <w:b/>
          <w:spacing w:val="0"/>
        </w:rPr>
        <w:t>Teadete edastamine</w:t>
      </w:r>
    </w:p>
    <w:p w14:paraId="23E7F5F7" w14:textId="77777777" w:rsidR="00926027" w:rsidRPr="00554433" w:rsidRDefault="00BE2D03" w:rsidP="008627D6">
      <w:pPr>
        <w:pStyle w:val="Loendilik"/>
        <w:numPr>
          <w:ilvl w:val="1"/>
          <w:numId w:val="33"/>
        </w:numPr>
        <w:jc w:val="both"/>
        <w:rPr>
          <w:spacing w:val="0"/>
        </w:rPr>
      </w:pPr>
      <w:r w:rsidRPr="00554433">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554433" w:rsidRDefault="00BE2D03" w:rsidP="008627D6">
      <w:pPr>
        <w:pStyle w:val="Loendilik"/>
        <w:numPr>
          <w:ilvl w:val="1"/>
          <w:numId w:val="33"/>
        </w:numPr>
        <w:jc w:val="both"/>
        <w:rPr>
          <w:spacing w:val="0"/>
        </w:rPr>
      </w:pPr>
      <w:r w:rsidRPr="00554433">
        <w:rPr>
          <w:spacing w:val="0"/>
        </w:rPr>
        <w:t xml:space="preserve">E-kirja teel edastatud teated peetakse </w:t>
      </w:r>
      <w:proofErr w:type="spellStart"/>
      <w:r w:rsidRPr="00554433">
        <w:rPr>
          <w:spacing w:val="0"/>
        </w:rPr>
        <w:t>kättesaaduks</w:t>
      </w:r>
      <w:proofErr w:type="spellEnd"/>
      <w:r w:rsidRPr="00554433">
        <w:rPr>
          <w:spacing w:val="0"/>
        </w:rPr>
        <w:t xml:space="preserve"> alates teate edastamisele järgnevast tööpäevast.</w:t>
      </w:r>
    </w:p>
    <w:p w14:paraId="1A5FAEA4" w14:textId="77777777" w:rsidR="00BE2D03" w:rsidRPr="00554433" w:rsidRDefault="00BE2D03" w:rsidP="008627D6">
      <w:pPr>
        <w:pStyle w:val="Loendilik"/>
        <w:numPr>
          <w:ilvl w:val="1"/>
          <w:numId w:val="33"/>
        </w:numPr>
        <w:jc w:val="both"/>
        <w:rPr>
          <w:spacing w:val="0"/>
        </w:rPr>
      </w:pPr>
      <w:r w:rsidRPr="00554433">
        <w:rPr>
          <w:spacing w:val="0"/>
        </w:rPr>
        <w:lastRenderedPageBreak/>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554433" w:rsidRDefault="005A5F0E" w:rsidP="008627D6">
      <w:pPr>
        <w:jc w:val="both"/>
        <w:rPr>
          <w:spacing w:val="0"/>
        </w:rPr>
      </w:pPr>
    </w:p>
    <w:p w14:paraId="2F39FFE6" w14:textId="77777777" w:rsidR="005A5F0E" w:rsidRPr="00554433" w:rsidRDefault="005A5F0E" w:rsidP="008627D6">
      <w:pPr>
        <w:pStyle w:val="Loendilik"/>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oendilik"/>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oendilik"/>
        <w:numPr>
          <w:ilvl w:val="1"/>
          <w:numId w:val="33"/>
        </w:numPr>
        <w:jc w:val="both"/>
        <w:rPr>
          <w:spacing w:val="0"/>
        </w:rPr>
      </w:pPr>
      <w:r w:rsidRPr="00554433">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2F804B6A" w:rsidR="005A5F0E" w:rsidRPr="00554433" w:rsidRDefault="005A5F0E" w:rsidP="008627D6">
      <w:pPr>
        <w:pStyle w:val="Loendilik"/>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r w:rsidR="006D6E2C">
        <w:rPr>
          <w:spacing w:val="0"/>
        </w:rPr>
        <w:t>t</w:t>
      </w:r>
      <w:r w:rsidRPr="00554433">
        <w:rPr>
          <w:spacing w:val="0"/>
        </w:rPr>
        <w:t>.</w:t>
      </w:r>
    </w:p>
    <w:p w14:paraId="5777D072" w14:textId="77777777" w:rsidR="00BE2D03" w:rsidRPr="00554433" w:rsidRDefault="005A5F0E" w:rsidP="008627D6">
      <w:pPr>
        <w:pStyle w:val="Loendilik"/>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487EC6" w:rsidRDefault="005A5F0E" w:rsidP="008627D6">
      <w:pPr>
        <w:jc w:val="both"/>
        <w:rPr>
          <w:spacing w:val="0"/>
        </w:rPr>
      </w:pPr>
    </w:p>
    <w:p w14:paraId="3C769FB8" w14:textId="77777777" w:rsidR="00BE2D03" w:rsidRPr="00554433" w:rsidRDefault="00BE2D03" w:rsidP="008627D6">
      <w:pPr>
        <w:pStyle w:val="Loendilik"/>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oendilik"/>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oendilik"/>
        <w:numPr>
          <w:ilvl w:val="1"/>
          <w:numId w:val="33"/>
        </w:numPr>
        <w:jc w:val="both"/>
        <w:rPr>
          <w:spacing w:val="0"/>
        </w:rPr>
      </w:pPr>
      <w:r w:rsidRPr="00554433">
        <w:rPr>
          <w:spacing w:val="0"/>
        </w:rPr>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77777777" w:rsidR="00FF59A2" w:rsidRDefault="00A6562F" w:rsidP="00FF59A2">
      <w:pPr>
        <w:pStyle w:val="Loendilik"/>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BE2D03" w:rsidRPr="00554433">
            <w:rPr>
              <w:spacing w:val="0"/>
            </w:rPr>
            <w:t>[Vali sobiv]</w:t>
          </w:r>
        </w:sdtContent>
      </w:sdt>
    </w:p>
    <w:p w14:paraId="5F9EC1FC" w14:textId="593D9156" w:rsidR="00C54E68" w:rsidRPr="00C54E68" w:rsidRDefault="00C54E68" w:rsidP="00C54E68">
      <w:pPr>
        <w:jc w:val="both"/>
        <w:rPr>
          <w:spacing w:val="0"/>
        </w:rPr>
      </w:pPr>
    </w:p>
    <w:p w14:paraId="6884C9AB" w14:textId="77777777" w:rsidR="00554433" w:rsidRPr="00FF59A2" w:rsidRDefault="00644EEE" w:rsidP="00FF59A2">
      <w:pPr>
        <w:rPr>
          <w:spacing w:val="0"/>
        </w:rPr>
      </w:pPr>
      <w:r w:rsidRPr="00FF59A2">
        <w:rPr>
          <w:b/>
          <w:spacing w:val="0"/>
        </w:rPr>
        <w:t>Poolte andmed ja allkirjad</w:t>
      </w:r>
      <w:r w:rsidR="00554433"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487EC6" w14:paraId="76CB20E5" w14:textId="77777777" w:rsidTr="00487EC6">
        <w:trPr>
          <w:trHeight w:val="171"/>
        </w:trPr>
        <w:tc>
          <w:tcPr>
            <w:tcW w:w="4551" w:type="dxa"/>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8" w:type="dxa"/>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487EC6">
        <w:trPr>
          <w:trHeight w:val="171"/>
        </w:trPr>
        <w:tc>
          <w:tcPr>
            <w:tcW w:w="4551" w:type="dxa"/>
          </w:tcPr>
          <w:p w14:paraId="69B9EDCC" w14:textId="77777777" w:rsidR="00C37A3E" w:rsidRPr="00487EC6" w:rsidRDefault="00C37A3E" w:rsidP="00155339">
            <w:pPr>
              <w:tabs>
                <w:tab w:val="left" w:pos="4320"/>
              </w:tabs>
              <w:jc w:val="both"/>
              <w:rPr>
                <w:b/>
                <w:spacing w:val="0"/>
              </w:rPr>
            </w:pPr>
          </w:p>
        </w:tc>
        <w:tc>
          <w:tcPr>
            <w:tcW w:w="4478" w:type="dxa"/>
          </w:tcPr>
          <w:p w14:paraId="1CE487A6" w14:textId="77777777" w:rsidR="00C37A3E" w:rsidRPr="00487EC6" w:rsidRDefault="00C37A3E" w:rsidP="00155339">
            <w:pPr>
              <w:tabs>
                <w:tab w:val="left" w:pos="4320"/>
              </w:tabs>
              <w:jc w:val="both"/>
              <w:rPr>
                <w:b/>
                <w:spacing w:val="0"/>
              </w:rPr>
            </w:pPr>
          </w:p>
        </w:tc>
      </w:tr>
      <w:tr w:rsidR="00561311" w:rsidRPr="00487EC6" w14:paraId="5EC5720C" w14:textId="77777777" w:rsidTr="00487EC6">
        <w:trPr>
          <w:trHeight w:val="1330"/>
        </w:trPr>
        <w:tc>
          <w:tcPr>
            <w:tcW w:w="4551" w:type="dxa"/>
          </w:tcPr>
          <w:p w14:paraId="2D9C3ABB" w14:textId="77777777" w:rsidR="00561311" w:rsidRPr="00487EC6" w:rsidRDefault="00561311" w:rsidP="00155339">
            <w:pPr>
              <w:tabs>
                <w:tab w:val="left" w:pos="4320"/>
              </w:tabs>
              <w:jc w:val="both"/>
              <w:rPr>
                <w:spacing w:val="0"/>
              </w:rPr>
            </w:pPr>
            <w:r w:rsidRPr="00487EC6">
              <w:rPr>
                <w:spacing w:val="0"/>
              </w:rPr>
              <w:t>Riigimetsa Majandamise Keskus</w:t>
            </w:r>
          </w:p>
          <w:p w14:paraId="5D85F3A5" w14:textId="77777777" w:rsidR="00DD3F45" w:rsidRPr="00487EC6" w:rsidRDefault="00DD3F45" w:rsidP="00155339">
            <w:pPr>
              <w:tabs>
                <w:tab w:val="left" w:pos="4320"/>
              </w:tabs>
              <w:jc w:val="both"/>
              <w:rPr>
                <w:spacing w:val="0"/>
              </w:rPr>
            </w:pPr>
            <w:r w:rsidRPr="00487EC6">
              <w:rPr>
                <w:spacing w:val="0"/>
              </w:rPr>
              <w:t>Registrikood 70004459</w:t>
            </w:r>
          </w:p>
          <w:p w14:paraId="76E0E75E" w14:textId="52571482" w:rsidR="00561311" w:rsidRDefault="00912DC2" w:rsidP="00155339">
            <w:pPr>
              <w:tabs>
                <w:tab w:val="left" w:pos="4320"/>
              </w:tabs>
              <w:jc w:val="both"/>
              <w:rPr>
                <w:spacing w:val="0"/>
              </w:rPr>
            </w:pPr>
            <w:r>
              <w:rPr>
                <w:spacing w:val="0"/>
              </w:rPr>
              <w:t xml:space="preserve">Mõisa/3 </w:t>
            </w:r>
            <w:proofErr w:type="spellStart"/>
            <w:r w:rsidR="0046327F">
              <w:rPr>
                <w:spacing w:val="0"/>
              </w:rPr>
              <w:t>Sagadi</w:t>
            </w:r>
            <w:proofErr w:type="spellEnd"/>
            <w:r w:rsidR="00B21C20">
              <w:rPr>
                <w:spacing w:val="0"/>
              </w:rPr>
              <w:t xml:space="preserve"> küla, Haljala</w:t>
            </w:r>
            <w:r w:rsidR="0046327F">
              <w:rPr>
                <w:spacing w:val="0"/>
              </w:rPr>
              <w:t xml:space="preserve"> vald,</w:t>
            </w:r>
          </w:p>
          <w:p w14:paraId="2D18E69A" w14:textId="77777777" w:rsidR="0046327F" w:rsidRPr="00487EC6" w:rsidRDefault="00B21C20" w:rsidP="00155339">
            <w:pPr>
              <w:tabs>
                <w:tab w:val="left" w:pos="4320"/>
              </w:tabs>
              <w:jc w:val="both"/>
              <w:rPr>
                <w:spacing w:val="0"/>
              </w:rPr>
            </w:pPr>
            <w:r>
              <w:rPr>
                <w:spacing w:val="0"/>
              </w:rPr>
              <w:t xml:space="preserve">45403 </w:t>
            </w:r>
            <w:r w:rsidR="0046327F">
              <w:rPr>
                <w:spacing w:val="0"/>
              </w:rPr>
              <w:t>Lääne-Viru maakond</w:t>
            </w:r>
          </w:p>
          <w:p w14:paraId="2F5379B0" w14:textId="77777777" w:rsidR="008B68D6" w:rsidRPr="00487EC6" w:rsidRDefault="005E2123" w:rsidP="00155339">
            <w:pPr>
              <w:tabs>
                <w:tab w:val="left" w:pos="4320"/>
              </w:tabs>
              <w:jc w:val="both"/>
              <w:rPr>
                <w:spacing w:val="0"/>
              </w:rPr>
            </w:pPr>
            <w:r w:rsidRPr="00487EC6">
              <w:rPr>
                <w:spacing w:val="0"/>
              </w:rPr>
              <w:t>T</w:t>
            </w:r>
            <w:r w:rsidR="008B68D6" w:rsidRPr="00487EC6">
              <w:rPr>
                <w:spacing w:val="0"/>
              </w:rPr>
              <w:t>elefon 676 7500</w:t>
            </w:r>
          </w:p>
          <w:p w14:paraId="30702350" w14:textId="77777777" w:rsidR="005A5F0E" w:rsidRPr="00487EC6" w:rsidRDefault="005A5F0E" w:rsidP="00155339">
            <w:pPr>
              <w:tabs>
                <w:tab w:val="left" w:pos="4320"/>
              </w:tabs>
              <w:jc w:val="both"/>
              <w:rPr>
                <w:spacing w:val="0"/>
              </w:rPr>
            </w:pPr>
            <w:r w:rsidRPr="00487EC6">
              <w:rPr>
                <w:spacing w:val="0"/>
              </w:rPr>
              <w:t>E-post rmk@rmk.ee</w:t>
            </w:r>
          </w:p>
        </w:tc>
        <w:tc>
          <w:tcPr>
            <w:tcW w:w="4478" w:type="dxa"/>
          </w:tcPr>
          <w:p w14:paraId="59078DC0" w14:textId="77777777" w:rsidR="00310542" w:rsidRPr="00487EC6" w:rsidRDefault="00DD3F45" w:rsidP="00155339">
            <w:pPr>
              <w:tabs>
                <w:tab w:val="left" w:pos="4320"/>
              </w:tabs>
              <w:jc w:val="both"/>
              <w:rPr>
                <w:spacing w:val="-3"/>
              </w:rPr>
            </w:pPr>
            <w:r w:rsidRPr="00487EC6">
              <w:rPr>
                <w:spacing w:val="0"/>
              </w:rPr>
              <w:fldChar w:fldCharType="begin"/>
            </w:r>
            <w:r w:rsidRPr="00487EC6">
              <w:rPr>
                <w:spacing w:val="0"/>
              </w:rPr>
              <w:instrText xml:space="preserve"> MACROBUTTON  AcceptAllChangesInDoc [Sisesta juriidilise isiku või FIE nimi] </w:instrText>
            </w:r>
            <w:r w:rsidRPr="00487EC6">
              <w:rPr>
                <w:spacing w:val="0"/>
              </w:rPr>
              <w:fldChar w:fldCharType="end"/>
            </w:r>
          </w:p>
          <w:p w14:paraId="11D5E8DA" w14:textId="77777777" w:rsidR="00310542" w:rsidRPr="00487EC6" w:rsidRDefault="00310542" w:rsidP="00155339">
            <w:pPr>
              <w:tabs>
                <w:tab w:val="left" w:pos="4320"/>
              </w:tabs>
              <w:jc w:val="both"/>
              <w:rPr>
                <w:spacing w:val="-3"/>
              </w:rPr>
            </w:pPr>
            <w:r w:rsidRPr="00487EC6">
              <w:rPr>
                <w:spacing w:val="-3"/>
              </w:rPr>
              <w:t xml:space="preserve">Registrikood </w:t>
            </w:r>
            <w:r w:rsidR="00BE2D03" w:rsidRPr="00487EC6">
              <w:rPr>
                <w:spacing w:val="-3"/>
              </w:rPr>
              <w:fldChar w:fldCharType="begin"/>
            </w:r>
            <w:r w:rsidR="00BE2D03" w:rsidRPr="00487EC6">
              <w:rPr>
                <w:spacing w:val="-3"/>
              </w:rPr>
              <w:instrText xml:space="preserve"> MACROBUTTON  AcceptAllChangesInDoc [Sisesta registrikood] </w:instrText>
            </w:r>
            <w:r w:rsidR="00BE2D03" w:rsidRPr="00487EC6">
              <w:rPr>
                <w:spacing w:val="-3"/>
              </w:rPr>
              <w:fldChar w:fldCharType="end"/>
            </w:r>
          </w:p>
          <w:p w14:paraId="5652AE76" w14:textId="77777777" w:rsidR="00310542" w:rsidRPr="00487EC6" w:rsidRDefault="00310542" w:rsidP="00155339">
            <w:pPr>
              <w:tabs>
                <w:tab w:val="left" w:pos="4320"/>
              </w:tabs>
              <w:jc w:val="both"/>
              <w:rPr>
                <w:spacing w:val="-3"/>
              </w:rPr>
            </w:pPr>
            <w:r w:rsidRPr="00487EC6">
              <w:rPr>
                <w:spacing w:val="-3"/>
              </w:rPr>
              <w:fldChar w:fldCharType="begin"/>
            </w:r>
            <w:r w:rsidRPr="00487EC6">
              <w:rPr>
                <w:spacing w:val="-3"/>
              </w:rPr>
              <w:instrText>MACROBUTTON  AcceptAllChangesInDoc [Sisesta aadress]</w:instrText>
            </w:r>
            <w:r w:rsidRPr="00487EC6">
              <w:rPr>
                <w:spacing w:val="-3"/>
              </w:rPr>
              <w:fldChar w:fldCharType="end"/>
            </w:r>
          </w:p>
          <w:p w14:paraId="3CFBD8B5" w14:textId="77777777" w:rsidR="00310542" w:rsidRPr="00487EC6" w:rsidRDefault="00BE2D03" w:rsidP="00155339">
            <w:pPr>
              <w:tabs>
                <w:tab w:val="left" w:pos="4320"/>
              </w:tabs>
              <w:jc w:val="both"/>
              <w:rPr>
                <w:spacing w:val="-3"/>
              </w:rPr>
            </w:pPr>
            <w:r w:rsidRPr="00487EC6">
              <w:rPr>
                <w:spacing w:val="-3"/>
              </w:rPr>
              <w:t xml:space="preserve">Tel </w:t>
            </w:r>
            <w:r w:rsidRPr="00487EC6">
              <w:rPr>
                <w:spacing w:val="-3"/>
              </w:rPr>
              <w:fldChar w:fldCharType="begin"/>
            </w:r>
            <w:r w:rsidRPr="00487EC6">
              <w:rPr>
                <w:spacing w:val="-3"/>
              </w:rPr>
              <w:instrText xml:space="preserve"> MACROBUTTON  AcceptAllChangesInDoc [Sisesta number] </w:instrText>
            </w:r>
            <w:r w:rsidRPr="00487EC6">
              <w:rPr>
                <w:spacing w:val="-3"/>
              </w:rPr>
              <w:fldChar w:fldCharType="end"/>
            </w:r>
          </w:p>
          <w:p w14:paraId="24B56A8D" w14:textId="77777777" w:rsidR="00561311" w:rsidRPr="00487EC6" w:rsidRDefault="005A5F0E" w:rsidP="005A5F0E">
            <w:pPr>
              <w:tabs>
                <w:tab w:val="left" w:pos="4320"/>
              </w:tabs>
              <w:jc w:val="both"/>
              <w:rPr>
                <w:iCs/>
                <w:spacing w:val="0"/>
              </w:rPr>
            </w:pPr>
            <w:r w:rsidRPr="00487EC6">
              <w:rPr>
                <w:iCs/>
                <w:spacing w:val="0"/>
              </w:rPr>
              <w:t xml:space="preserve">E-post </w:t>
            </w:r>
            <w:r w:rsidRPr="00487EC6">
              <w:rPr>
                <w:spacing w:val="-3"/>
              </w:rPr>
              <w:fldChar w:fldCharType="begin"/>
            </w:r>
            <w:r w:rsidRPr="00487EC6">
              <w:rPr>
                <w:spacing w:val="-3"/>
              </w:rPr>
              <w:instrText xml:space="preserve"> MACROBUTTON  AcceptAllChangesInDoc [Sisesta e-post] </w:instrText>
            </w:r>
            <w:r w:rsidRPr="00487EC6">
              <w:rPr>
                <w:spacing w:val="-3"/>
              </w:rPr>
              <w:fldChar w:fldCharType="end"/>
            </w:r>
          </w:p>
        </w:tc>
      </w:tr>
    </w:tbl>
    <w:p w14:paraId="57B5137E" w14:textId="77777777" w:rsidR="00487EC6" w:rsidRDefault="00487EC6" w:rsidP="00155339">
      <w:pPr>
        <w:tabs>
          <w:tab w:val="left" w:pos="4320"/>
        </w:tabs>
        <w:jc w:val="both"/>
        <w:rPr>
          <w:spacing w:val="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14:paraId="50852D84" w14:textId="77777777" w:rsidTr="0020776E">
        <w:tc>
          <w:tcPr>
            <w:tcW w:w="4606" w:type="dxa"/>
          </w:tcPr>
          <w:p w14:paraId="58B9C082" w14:textId="77777777" w:rsidR="00487EC6" w:rsidRDefault="00A6562F" w:rsidP="00495612">
            <w:pPr>
              <w:tabs>
                <w:tab w:val="left" w:pos="4320"/>
              </w:tabs>
              <w:jc w:val="both"/>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495612">
                  <w:rPr>
                    <w:spacing w:val="0"/>
                  </w:rPr>
                  <w:t>[Vali sobiv]</w:t>
                </w:r>
              </w:sdtContent>
            </w:sdt>
          </w:p>
        </w:tc>
        <w:tc>
          <w:tcPr>
            <w:tcW w:w="4606" w:type="dxa"/>
          </w:tcPr>
          <w:p w14:paraId="691B1F1B" w14:textId="77777777" w:rsidR="00487EC6" w:rsidRDefault="00A6562F" w:rsidP="00495612">
            <w:pPr>
              <w:tabs>
                <w:tab w:val="left" w:pos="4320"/>
              </w:tabs>
              <w:jc w:val="both"/>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495612">
                  <w:rPr>
                    <w:iCs/>
                    <w:spacing w:val="0"/>
                  </w:rPr>
                  <w:t>[Vali sobiv]</w:t>
                </w:r>
              </w:sdtContent>
            </w:sdt>
          </w:p>
        </w:tc>
      </w:tr>
      <w:tr w:rsidR="00487EC6" w14:paraId="0FBB1407" w14:textId="77777777" w:rsidTr="0020776E">
        <w:tc>
          <w:tcPr>
            <w:tcW w:w="4606" w:type="dxa"/>
          </w:tcPr>
          <w:p w14:paraId="20301193" w14:textId="77777777" w:rsidR="00487EC6" w:rsidRDefault="00487EC6" w:rsidP="0020776E"/>
        </w:tc>
        <w:tc>
          <w:tcPr>
            <w:tcW w:w="4606" w:type="dxa"/>
          </w:tcPr>
          <w:p w14:paraId="6F1EE81A" w14:textId="77777777" w:rsidR="00487EC6" w:rsidRDefault="00487EC6" w:rsidP="0020776E"/>
        </w:tc>
      </w:tr>
      <w:tr w:rsidR="00487EC6" w14:paraId="4EA41463" w14:textId="77777777" w:rsidTr="0020776E">
        <w:tc>
          <w:tcPr>
            <w:tcW w:w="4606" w:type="dxa"/>
          </w:tcPr>
          <w:p w14:paraId="16FBF74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c>
          <w:tcPr>
            <w:tcW w:w="4606" w:type="dxa"/>
          </w:tcPr>
          <w:p w14:paraId="5B4A5B7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r>
    </w:tbl>
    <w:p w14:paraId="07AEF53B" w14:textId="77777777" w:rsidR="00487EC6" w:rsidRPr="00487EC6" w:rsidRDefault="00487EC6" w:rsidP="00FF59A2">
      <w:pPr>
        <w:tabs>
          <w:tab w:val="left" w:pos="4320"/>
        </w:tabs>
        <w:jc w:val="both"/>
        <w:rPr>
          <w:spacing w:val="0"/>
        </w:rPr>
      </w:pPr>
    </w:p>
    <w:sectPr w:rsidR="00487EC6" w:rsidRPr="00487EC6" w:rsidSect="007106BB">
      <w:headerReference w:type="even" r:id="rId8"/>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69CAC" w14:textId="77777777" w:rsidR="007106BB" w:rsidRDefault="007106BB">
      <w:r>
        <w:separator/>
      </w:r>
    </w:p>
  </w:endnote>
  <w:endnote w:type="continuationSeparator" w:id="0">
    <w:p w14:paraId="3CA7AC1B" w14:textId="77777777" w:rsidR="007106BB" w:rsidRDefault="007106BB">
      <w:r>
        <w:continuationSeparator/>
      </w:r>
    </w:p>
  </w:endnote>
  <w:endnote w:type="continuationNotice" w:id="1">
    <w:p w14:paraId="31787D00" w14:textId="77777777" w:rsidR="007106BB" w:rsidRDefault="007106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E085C" w14:textId="77777777" w:rsidR="007106BB" w:rsidRDefault="007106BB">
      <w:r>
        <w:separator/>
      </w:r>
    </w:p>
  </w:footnote>
  <w:footnote w:type="continuationSeparator" w:id="0">
    <w:p w14:paraId="5A4CAAD6" w14:textId="77777777" w:rsidR="007106BB" w:rsidRDefault="007106BB">
      <w:r>
        <w:continuationSeparator/>
      </w:r>
    </w:p>
  </w:footnote>
  <w:footnote w:type="continuationNotice" w:id="1">
    <w:p w14:paraId="7C34F159" w14:textId="77777777" w:rsidR="007106BB" w:rsidRDefault="007106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758204"/>
      <w:docPartObj>
        <w:docPartGallery w:val="Page Numbers (Top of Page)"/>
        <w:docPartUnique/>
      </w:docPartObj>
    </w:sdtPr>
    <w:sdtEndPr/>
    <w:sdtContent>
      <w:p w14:paraId="22E409E4" w14:textId="79FC746A" w:rsidR="0020776E" w:rsidRDefault="0020776E">
        <w:pPr>
          <w:pStyle w:val="Pis"/>
          <w:jc w:val="center"/>
        </w:pPr>
        <w:r>
          <w:fldChar w:fldCharType="begin"/>
        </w:r>
        <w:r>
          <w:instrText>PAGE   \* MERGEFORMAT</w:instrText>
        </w:r>
        <w:r>
          <w:fldChar w:fldCharType="separate"/>
        </w:r>
        <w:r w:rsidR="00CD44EE">
          <w:rPr>
            <w:noProof/>
          </w:rPr>
          <w:t>8</w:t>
        </w:r>
        <w:r>
          <w:fldChar w:fldCharType="end"/>
        </w:r>
      </w:p>
    </w:sdtContent>
  </w:sdt>
  <w:p w14:paraId="215C3A16" w14:textId="77777777" w:rsidR="0020776E" w:rsidRDefault="0020776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B982F" w14:textId="3A2029EF" w:rsidR="0020776E" w:rsidRDefault="0020776E">
    <w:pPr>
      <w:pStyle w:val="Pis"/>
      <w:rPr>
        <w:b/>
      </w:rPr>
    </w:pPr>
    <w:r w:rsidRPr="00E70F10">
      <w:rPr>
        <w:b/>
      </w:rPr>
      <w:t>HANKELEPINGU VORM</w:t>
    </w:r>
    <w:r>
      <w:rPr>
        <w:b/>
      </w:rPr>
      <w:tab/>
    </w:r>
    <w:r>
      <w:rPr>
        <w:b/>
      </w:rPr>
      <w:tab/>
      <w:t xml:space="preserve">Hankedokumentide lisa </w:t>
    </w:r>
    <w:r w:rsidR="00943F0D">
      <w:rPr>
        <w:b/>
      </w:rPr>
      <w:t>2</w:t>
    </w:r>
  </w:p>
  <w:p w14:paraId="2EF08641" w14:textId="4038588A" w:rsidR="0020776E" w:rsidRPr="00E70F10" w:rsidRDefault="00FF48B3" w:rsidP="00FF48B3">
    <w:pPr>
      <w:pStyle w:val="Pis"/>
      <w:rPr>
        <w:b/>
      </w:rPr>
    </w:pPr>
    <w:r w:rsidRPr="00FF48B3">
      <w:rPr>
        <w:i/>
      </w:rPr>
      <w:t>Tartu taimla kasvatusväljakute ehitus</w:t>
    </w:r>
    <w:r w:rsidR="00A6562F">
      <w:rPr>
        <w:i/>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963549">
    <w:abstractNumId w:val="24"/>
  </w:num>
  <w:num w:numId="2" w16cid:durableId="917321433">
    <w:abstractNumId w:val="23"/>
  </w:num>
  <w:num w:numId="3" w16cid:durableId="14817364">
    <w:abstractNumId w:val="5"/>
  </w:num>
  <w:num w:numId="4" w16cid:durableId="969896247">
    <w:abstractNumId w:val="28"/>
  </w:num>
  <w:num w:numId="5" w16cid:durableId="1452937124">
    <w:abstractNumId w:val="19"/>
  </w:num>
  <w:num w:numId="6" w16cid:durableId="125008655">
    <w:abstractNumId w:val="25"/>
  </w:num>
  <w:num w:numId="7" w16cid:durableId="741175913">
    <w:abstractNumId w:val="15"/>
  </w:num>
  <w:num w:numId="8" w16cid:durableId="1726761583">
    <w:abstractNumId w:val="0"/>
  </w:num>
  <w:num w:numId="9" w16cid:durableId="1435663315">
    <w:abstractNumId w:val="22"/>
  </w:num>
  <w:num w:numId="10" w16cid:durableId="1253583437">
    <w:abstractNumId w:val="7"/>
  </w:num>
  <w:num w:numId="11" w16cid:durableId="1450314977">
    <w:abstractNumId w:val="31"/>
  </w:num>
  <w:num w:numId="12" w16cid:durableId="793014755">
    <w:abstractNumId w:val="16"/>
  </w:num>
  <w:num w:numId="13" w16cid:durableId="52242490">
    <w:abstractNumId w:val="11"/>
  </w:num>
  <w:num w:numId="14" w16cid:durableId="167717053">
    <w:abstractNumId w:val="30"/>
  </w:num>
  <w:num w:numId="15" w16cid:durableId="768308074">
    <w:abstractNumId w:val="27"/>
  </w:num>
  <w:num w:numId="16" w16cid:durableId="1754283206">
    <w:abstractNumId w:val="12"/>
  </w:num>
  <w:num w:numId="17" w16cid:durableId="1602645451">
    <w:abstractNumId w:val="4"/>
  </w:num>
  <w:num w:numId="18" w16cid:durableId="1543396353">
    <w:abstractNumId w:val="20"/>
  </w:num>
  <w:num w:numId="19" w16cid:durableId="236089539">
    <w:abstractNumId w:val="14"/>
  </w:num>
  <w:num w:numId="20" w16cid:durableId="601375262">
    <w:abstractNumId w:val="29"/>
  </w:num>
  <w:num w:numId="21" w16cid:durableId="998191410">
    <w:abstractNumId w:val="18"/>
  </w:num>
  <w:num w:numId="22" w16cid:durableId="930046453">
    <w:abstractNumId w:val="21"/>
  </w:num>
  <w:num w:numId="23" w16cid:durableId="1141582287">
    <w:abstractNumId w:val="6"/>
  </w:num>
  <w:num w:numId="24" w16cid:durableId="1783301876">
    <w:abstractNumId w:val="10"/>
  </w:num>
  <w:num w:numId="25" w16cid:durableId="1651666300">
    <w:abstractNumId w:val="1"/>
  </w:num>
  <w:num w:numId="26" w16cid:durableId="1183320320">
    <w:abstractNumId w:val="9"/>
  </w:num>
  <w:num w:numId="27" w16cid:durableId="287785989">
    <w:abstractNumId w:val="17"/>
  </w:num>
  <w:num w:numId="28" w16cid:durableId="237717975">
    <w:abstractNumId w:val="26"/>
  </w:num>
  <w:num w:numId="29" w16cid:durableId="410926730">
    <w:abstractNumId w:val="13"/>
  </w:num>
  <w:num w:numId="30" w16cid:durableId="2051344935">
    <w:abstractNumId w:val="8"/>
  </w:num>
  <w:num w:numId="31" w16cid:durableId="1417164087">
    <w:abstractNumId w:val="3"/>
  </w:num>
  <w:num w:numId="32" w16cid:durableId="2064979574">
    <w:abstractNumId w:val="3"/>
  </w:num>
  <w:num w:numId="33" w16cid:durableId="936599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5C3E"/>
    <w:rsid w:val="00007B2B"/>
    <w:rsid w:val="00010E89"/>
    <w:rsid w:val="00016423"/>
    <w:rsid w:val="0002292D"/>
    <w:rsid w:val="00023C5A"/>
    <w:rsid w:val="00024C33"/>
    <w:rsid w:val="000310AC"/>
    <w:rsid w:val="000314D3"/>
    <w:rsid w:val="0003280D"/>
    <w:rsid w:val="00044305"/>
    <w:rsid w:val="000470C0"/>
    <w:rsid w:val="000521CE"/>
    <w:rsid w:val="00060081"/>
    <w:rsid w:val="0006341C"/>
    <w:rsid w:val="000671E5"/>
    <w:rsid w:val="0007111D"/>
    <w:rsid w:val="00074E40"/>
    <w:rsid w:val="0007601E"/>
    <w:rsid w:val="00082415"/>
    <w:rsid w:val="000826CB"/>
    <w:rsid w:val="00083543"/>
    <w:rsid w:val="0008439E"/>
    <w:rsid w:val="00084BA6"/>
    <w:rsid w:val="00085556"/>
    <w:rsid w:val="00086A22"/>
    <w:rsid w:val="00086B2D"/>
    <w:rsid w:val="00093A83"/>
    <w:rsid w:val="000A1ABF"/>
    <w:rsid w:val="000B213D"/>
    <w:rsid w:val="000B31BC"/>
    <w:rsid w:val="000C10F1"/>
    <w:rsid w:val="000C4DCC"/>
    <w:rsid w:val="000D2592"/>
    <w:rsid w:val="000E56FF"/>
    <w:rsid w:val="001023BF"/>
    <w:rsid w:val="0010269D"/>
    <w:rsid w:val="00107404"/>
    <w:rsid w:val="00110912"/>
    <w:rsid w:val="001170EF"/>
    <w:rsid w:val="0012408E"/>
    <w:rsid w:val="00124FE4"/>
    <w:rsid w:val="0013298D"/>
    <w:rsid w:val="00134E00"/>
    <w:rsid w:val="001515C2"/>
    <w:rsid w:val="00155339"/>
    <w:rsid w:val="00156025"/>
    <w:rsid w:val="00161B84"/>
    <w:rsid w:val="00163037"/>
    <w:rsid w:val="00164587"/>
    <w:rsid w:val="0016472D"/>
    <w:rsid w:val="0017064E"/>
    <w:rsid w:val="0017504A"/>
    <w:rsid w:val="001950D6"/>
    <w:rsid w:val="001A318D"/>
    <w:rsid w:val="001A375B"/>
    <w:rsid w:val="001A7DC6"/>
    <w:rsid w:val="001B0DD7"/>
    <w:rsid w:val="001B3B92"/>
    <w:rsid w:val="001C248E"/>
    <w:rsid w:val="001D7643"/>
    <w:rsid w:val="001E0346"/>
    <w:rsid w:val="001E1A21"/>
    <w:rsid w:val="001E45E2"/>
    <w:rsid w:val="001F116C"/>
    <w:rsid w:val="001F694C"/>
    <w:rsid w:val="0020776E"/>
    <w:rsid w:val="002171BB"/>
    <w:rsid w:val="00226B87"/>
    <w:rsid w:val="00226FE0"/>
    <w:rsid w:val="00240493"/>
    <w:rsid w:val="00243153"/>
    <w:rsid w:val="00250D49"/>
    <w:rsid w:val="00252553"/>
    <w:rsid w:val="00263586"/>
    <w:rsid w:val="00266BC5"/>
    <w:rsid w:val="002727E6"/>
    <w:rsid w:val="00273BFA"/>
    <w:rsid w:val="002820BC"/>
    <w:rsid w:val="002832E7"/>
    <w:rsid w:val="002857EB"/>
    <w:rsid w:val="002A3155"/>
    <w:rsid w:val="002A3368"/>
    <w:rsid w:val="002B0A05"/>
    <w:rsid w:val="002B22F7"/>
    <w:rsid w:val="002B4335"/>
    <w:rsid w:val="002B5483"/>
    <w:rsid w:val="002C397D"/>
    <w:rsid w:val="002D11D2"/>
    <w:rsid w:val="002D53B8"/>
    <w:rsid w:val="002E19B4"/>
    <w:rsid w:val="002E2CD0"/>
    <w:rsid w:val="002E4109"/>
    <w:rsid w:val="002E558B"/>
    <w:rsid w:val="002F2B06"/>
    <w:rsid w:val="00305B03"/>
    <w:rsid w:val="00305D1B"/>
    <w:rsid w:val="00310542"/>
    <w:rsid w:val="003132CE"/>
    <w:rsid w:val="003135B6"/>
    <w:rsid w:val="00323196"/>
    <w:rsid w:val="003238B6"/>
    <w:rsid w:val="00325654"/>
    <w:rsid w:val="003265BD"/>
    <w:rsid w:val="003313EF"/>
    <w:rsid w:val="00333E02"/>
    <w:rsid w:val="00334246"/>
    <w:rsid w:val="00335638"/>
    <w:rsid w:val="00337F97"/>
    <w:rsid w:val="0034005B"/>
    <w:rsid w:val="00343EBA"/>
    <w:rsid w:val="0034767B"/>
    <w:rsid w:val="00353B8B"/>
    <w:rsid w:val="00353D5D"/>
    <w:rsid w:val="00356DA0"/>
    <w:rsid w:val="00357644"/>
    <w:rsid w:val="003576E1"/>
    <w:rsid w:val="00366B39"/>
    <w:rsid w:val="00366B8F"/>
    <w:rsid w:val="003706B3"/>
    <w:rsid w:val="00370EBA"/>
    <w:rsid w:val="00373A6E"/>
    <w:rsid w:val="0038024A"/>
    <w:rsid w:val="00392473"/>
    <w:rsid w:val="00394B2F"/>
    <w:rsid w:val="003A50BE"/>
    <w:rsid w:val="003B2F35"/>
    <w:rsid w:val="003D2132"/>
    <w:rsid w:val="003D2F9D"/>
    <w:rsid w:val="003D7D70"/>
    <w:rsid w:val="003F68D6"/>
    <w:rsid w:val="0040040D"/>
    <w:rsid w:val="00407EB4"/>
    <w:rsid w:val="00413C7B"/>
    <w:rsid w:val="0042344D"/>
    <w:rsid w:val="00425102"/>
    <w:rsid w:val="004255B8"/>
    <w:rsid w:val="00427B5B"/>
    <w:rsid w:val="0043036B"/>
    <w:rsid w:val="00431854"/>
    <w:rsid w:val="0045429A"/>
    <w:rsid w:val="0046327F"/>
    <w:rsid w:val="00470DE8"/>
    <w:rsid w:val="00476F34"/>
    <w:rsid w:val="00477BE3"/>
    <w:rsid w:val="004812F1"/>
    <w:rsid w:val="00487EC6"/>
    <w:rsid w:val="00493647"/>
    <w:rsid w:val="004953A8"/>
    <w:rsid w:val="00495612"/>
    <w:rsid w:val="004A4BF3"/>
    <w:rsid w:val="004A7A4E"/>
    <w:rsid w:val="004C3F55"/>
    <w:rsid w:val="004D1526"/>
    <w:rsid w:val="004D7186"/>
    <w:rsid w:val="004E2F0E"/>
    <w:rsid w:val="004E37F4"/>
    <w:rsid w:val="004F260C"/>
    <w:rsid w:val="005001FD"/>
    <w:rsid w:val="00505485"/>
    <w:rsid w:val="005073CE"/>
    <w:rsid w:val="005103AC"/>
    <w:rsid w:val="005160E2"/>
    <w:rsid w:val="005202B2"/>
    <w:rsid w:val="00520B53"/>
    <w:rsid w:val="00524815"/>
    <w:rsid w:val="0052523D"/>
    <w:rsid w:val="0052558B"/>
    <w:rsid w:val="00526AE1"/>
    <w:rsid w:val="0053301B"/>
    <w:rsid w:val="0053543F"/>
    <w:rsid w:val="005360A5"/>
    <w:rsid w:val="00536DE3"/>
    <w:rsid w:val="00542123"/>
    <w:rsid w:val="00543444"/>
    <w:rsid w:val="0054615E"/>
    <w:rsid w:val="00547C24"/>
    <w:rsid w:val="00547C65"/>
    <w:rsid w:val="00550F8B"/>
    <w:rsid w:val="005523BA"/>
    <w:rsid w:val="00552BE9"/>
    <w:rsid w:val="00553153"/>
    <w:rsid w:val="00554433"/>
    <w:rsid w:val="00561311"/>
    <w:rsid w:val="00564B84"/>
    <w:rsid w:val="00565D2D"/>
    <w:rsid w:val="005674A0"/>
    <w:rsid w:val="00580820"/>
    <w:rsid w:val="00581B92"/>
    <w:rsid w:val="00584E25"/>
    <w:rsid w:val="00587ED9"/>
    <w:rsid w:val="00597C4F"/>
    <w:rsid w:val="005A0D14"/>
    <w:rsid w:val="005A3A33"/>
    <w:rsid w:val="005A4444"/>
    <w:rsid w:val="005A5F0E"/>
    <w:rsid w:val="005B2378"/>
    <w:rsid w:val="005B6CCC"/>
    <w:rsid w:val="005B7BA9"/>
    <w:rsid w:val="005C0D61"/>
    <w:rsid w:val="005C164A"/>
    <w:rsid w:val="005D4A5A"/>
    <w:rsid w:val="005D75BC"/>
    <w:rsid w:val="005E2123"/>
    <w:rsid w:val="005F0DD5"/>
    <w:rsid w:val="005F32F1"/>
    <w:rsid w:val="0060140E"/>
    <w:rsid w:val="006034AC"/>
    <w:rsid w:val="00604556"/>
    <w:rsid w:val="00605DC9"/>
    <w:rsid w:val="00610B3B"/>
    <w:rsid w:val="0061652F"/>
    <w:rsid w:val="006302B5"/>
    <w:rsid w:val="00641EBD"/>
    <w:rsid w:val="00644182"/>
    <w:rsid w:val="00644EEE"/>
    <w:rsid w:val="00652E20"/>
    <w:rsid w:val="00653E92"/>
    <w:rsid w:val="00657374"/>
    <w:rsid w:val="006656D7"/>
    <w:rsid w:val="00666B60"/>
    <w:rsid w:val="00667683"/>
    <w:rsid w:val="00671F85"/>
    <w:rsid w:val="00673FAE"/>
    <w:rsid w:val="00675252"/>
    <w:rsid w:val="00676BC1"/>
    <w:rsid w:val="00680884"/>
    <w:rsid w:val="00682E09"/>
    <w:rsid w:val="00687AAF"/>
    <w:rsid w:val="006925D6"/>
    <w:rsid w:val="006A2F14"/>
    <w:rsid w:val="006D2CFA"/>
    <w:rsid w:val="006D5CD2"/>
    <w:rsid w:val="006D6E2C"/>
    <w:rsid w:val="006E25A9"/>
    <w:rsid w:val="006E493A"/>
    <w:rsid w:val="006F36C4"/>
    <w:rsid w:val="00701A6A"/>
    <w:rsid w:val="007106BB"/>
    <w:rsid w:val="00713428"/>
    <w:rsid w:val="007177DB"/>
    <w:rsid w:val="00727DC2"/>
    <w:rsid w:val="00740B81"/>
    <w:rsid w:val="00742BF5"/>
    <w:rsid w:val="00747110"/>
    <w:rsid w:val="00747DAF"/>
    <w:rsid w:val="0075774C"/>
    <w:rsid w:val="00764277"/>
    <w:rsid w:val="007660CE"/>
    <w:rsid w:val="007741C1"/>
    <w:rsid w:val="00780F2A"/>
    <w:rsid w:val="00790220"/>
    <w:rsid w:val="0079313F"/>
    <w:rsid w:val="007A139E"/>
    <w:rsid w:val="007A27FD"/>
    <w:rsid w:val="007A2FCE"/>
    <w:rsid w:val="007A541D"/>
    <w:rsid w:val="007D5605"/>
    <w:rsid w:val="007E1212"/>
    <w:rsid w:val="0080599F"/>
    <w:rsid w:val="00805F8D"/>
    <w:rsid w:val="00810573"/>
    <w:rsid w:val="008145C3"/>
    <w:rsid w:val="00817E41"/>
    <w:rsid w:val="008235A5"/>
    <w:rsid w:val="008319DC"/>
    <w:rsid w:val="0084056F"/>
    <w:rsid w:val="0084606E"/>
    <w:rsid w:val="00846115"/>
    <w:rsid w:val="008518B9"/>
    <w:rsid w:val="008522D5"/>
    <w:rsid w:val="00852AE5"/>
    <w:rsid w:val="00855849"/>
    <w:rsid w:val="0085684B"/>
    <w:rsid w:val="0085737D"/>
    <w:rsid w:val="008627D6"/>
    <w:rsid w:val="00862E8E"/>
    <w:rsid w:val="00865FC7"/>
    <w:rsid w:val="00877A32"/>
    <w:rsid w:val="008816FB"/>
    <w:rsid w:val="00881DC0"/>
    <w:rsid w:val="00882874"/>
    <w:rsid w:val="008917C5"/>
    <w:rsid w:val="008A06E7"/>
    <w:rsid w:val="008A7EFF"/>
    <w:rsid w:val="008B3DA5"/>
    <w:rsid w:val="008B5E92"/>
    <w:rsid w:val="008B68D6"/>
    <w:rsid w:val="008C2178"/>
    <w:rsid w:val="008C7512"/>
    <w:rsid w:val="008D247D"/>
    <w:rsid w:val="008D6B3A"/>
    <w:rsid w:val="008E3B37"/>
    <w:rsid w:val="009109EE"/>
    <w:rsid w:val="00912DC2"/>
    <w:rsid w:val="0091421C"/>
    <w:rsid w:val="00915420"/>
    <w:rsid w:val="00925DB6"/>
    <w:rsid w:val="00926027"/>
    <w:rsid w:val="00930A6D"/>
    <w:rsid w:val="009311E2"/>
    <w:rsid w:val="009325FD"/>
    <w:rsid w:val="00933BFC"/>
    <w:rsid w:val="00943F0D"/>
    <w:rsid w:val="00945547"/>
    <w:rsid w:val="0095086A"/>
    <w:rsid w:val="00954F57"/>
    <w:rsid w:val="009603AB"/>
    <w:rsid w:val="009620E2"/>
    <w:rsid w:val="00964A6F"/>
    <w:rsid w:val="0096622A"/>
    <w:rsid w:val="0096739E"/>
    <w:rsid w:val="009735BF"/>
    <w:rsid w:val="009745E2"/>
    <w:rsid w:val="0098116A"/>
    <w:rsid w:val="0098194E"/>
    <w:rsid w:val="0099427C"/>
    <w:rsid w:val="009B1A47"/>
    <w:rsid w:val="009B79B9"/>
    <w:rsid w:val="009C4431"/>
    <w:rsid w:val="009C4B94"/>
    <w:rsid w:val="009C4ED0"/>
    <w:rsid w:val="009C6496"/>
    <w:rsid w:val="009D13A8"/>
    <w:rsid w:val="009D178B"/>
    <w:rsid w:val="009D2603"/>
    <w:rsid w:val="009D52DB"/>
    <w:rsid w:val="009D7ADD"/>
    <w:rsid w:val="009E02CA"/>
    <w:rsid w:val="009E4BBE"/>
    <w:rsid w:val="009F1A41"/>
    <w:rsid w:val="009F2DAB"/>
    <w:rsid w:val="009F47F3"/>
    <w:rsid w:val="009F4BB2"/>
    <w:rsid w:val="009F6588"/>
    <w:rsid w:val="00A049A8"/>
    <w:rsid w:val="00A04F72"/>
    <w:rsid w:val="00A07880"/>
    <w:rsid w:val="00A12AF5"/>
    <w:rsid w:val="00A151B8"/>
    <w:rsid w:val="00A224D7"/>
    <w:rsid w:val="00A24BB4"/>
    <w:rsid w:val="00A32BFA"/>
    <w:rsid w:val="00A40C55"/>
    <w:rsid w:val="00A4356D"/>
    <w:rsid w:val="00A47968"/>
    <w:rsid w:val="00A5157A"/>
    <w:rsid w:val="00A53A0D"/>
    <w:rsid w:val="00A55076"/>
    <w:rsid w:val="00A567EE"/>
    <w:rsid w:val="00A6562F"/>
    <w:rsid w:val="00A74D30"/>
    <w:rsid w:val="00A834E8"/>
    <w:rsid w:val="00A87C75"/>
    <w:rsid w:val="00A95CB9"/>
    <w:rsid w:val="00A9606E"/>
    <w:rsid w:val="00AB2D73"/>
    <w:rsid w:val="00AC4F61"/>
    <w:rsid w:val="00AC5E3D"/>
    <w:rsid w:val="00AE33F4"/>
    <w:rsid w:val="00AE4798"/>
    <w:rsid w:val="00AE4FB5"/>
    <w:rsid w:val="00AF1505"/>
    <w:rsid w:val="00AF38E6"/>
    <w:rsid w:val="00AF7594"/>
    <w:rsid w:val="00B209BA"/>
    <w:rsid w:val="00B21C20"/>
    <w:rsid w:val="00B25834"/>
    <w:rsid w:val="00B31366"/>
    <w:rsid w:val="00B3755F"/>
    <w:rsid w:val="00B37641"/>
    <w:rsid w:val="00B40651"/>
    <w:rsid w:val="00B44CC4"/>
    <w:rsid w:val="00B51ED3"/>
    <w:rsid w:val="00B5699C"/>
    <w:rsid w:val="00B56D57"/>
    <w:rsid w:val="00B60B3C"/>
    <w:rsid w:val="00B77061"/>
    <w:rsid w:val="00B81DF9"/>
    <w:rsid w:val="00B9464B"/>
    <w:rsid w:val="00B94694"/>
    <w:rsid w:val="00B96B64"/>
    <w:rsid w:val="00BA0CDE"/>
    <w:rsid w:val="00BB56E6"/>
    <w:rsid w:val="00BB626F"/>
    <w:rsid w:val="00BC753E"/>
    <w:rsid w:val="00BD020B"/>
    <w:rsid w:val="00BD19E5"/>
    <w:rsid w:val="00BD3B59"/>
    <w:rsid w:val="00BE1490"/>
    <w:rsid w:val="00BE2D03"/>
    <w:rsid w:val="00BF0471"/>
    <w:rsid w:val="00BF1C0D"/>
    <w:rsid w:val="00BF42DA"/>
    <w:rsid w:val="00BF5FC2"/>
    <w:rsid w:val="00C002C5"/>
    <w:rsid w:val="00C006DF"/>
    <w:rsid w:val="00C0776E"/>
    <w:rsid w:val="00C12E2E"/>
    <w:rsid w:val="00C17206"/>
    <w:rsid w:val="00C30F0E"/>
    <w:rsid w:val="00C30F53"/>
    <w:rsid w:val="00C34F9D"/>
    <w:rsid w:val="00C37A3E"/>
    <w:rsid w:val="00C426B9"/>
    <w:rsid w:val="00C448C0"/>
    <w:rsid w:val="00C47C61"/>
    <w:rsid w:val="00C505F7"/>
    <w:rsid w:val="00C54E68"/>
    <w:rsid w:val="00C557C3"/>
    <w:rsid w:val="00C64EC5"/>
    <w:rsid w:val="00C65A2D"/>
    <w:rsid w:val="00C71691"/>
    <w:rsid w:val="00C83EF3"/>
    <w:rsid w:val="00C86E0A"/>
    <w:rsid w:val="00CA06DE"/>
    <w:rsid w:val="00CA1F35"/>
    <w:rsid w:val="00CA2B5D"/>
    <w:rsid w:val="00CA7555"/>
    <w:rsid w:val="00CB0E41"/>
    <w:rsid w:val="00CB1AF0"/>
    <w:rsid w:val="00CC0DD2"/>
    <w:rsid w:val="00CC3F43"/>
    <w:rsid w:val="00CD44EE"/>
    <w:rsid w:val="00CD6ACB"/>
    <w:rsid w:val="00CE0335"/>
    <w:rsid w:val="00CF2152"/>
    <w:rsid w:val="00CF2C51"/>
    <w:rsid w:val="00CF2D96"/>
    <w:rsid w:val="00D135D3"/>
    <w:rsid w:val="00D21B88"/>
    <w:rsid w:val="00D256FE"/>
    <w:rsid w:val="00D353D2"/>
    <w:rsid w:val="00D35EDF"/>
    <w:rsid w:val="00D46DB5"/>
    <w:rsid w:val="00D56821"/>
    <w:rsid w:val="00D63E89"/>
    <w:rsid w:val="00D64E88"/>
    <w:rsid w:val="00D708C2"/>
    <w:rsid w:val="00D84DA4"/>
    <w:rsid w:val="00D84FE7"/>
    <w:rsid w:val="00D856BC"/>
    <w:rsid w:val="00D930A8"/>
    <w:rsid w:val="00DA731F"/>
    <w:rsid w:val="00DB15A9"/>
    <w:rsid w:val="00DD2D98"/>
    <w:rsid w:val="00DD3F45"/>
    <w:rsid w:val="00DD7F36"/>
    <w:rsid w:val="00DE11EC"/>
    <w:rsid w:val="00DF51C2"/>
    <w:rsid w:val="00E01ADB"/>
    <w:rsid w:val="00E03F91"/>
    <w:rsid w:val="00E04B90"/>
    <w:rsid w:val="00E16521"/>
    <w:rsid w:val="00E17C08"/>
    <w:rsid w:val="00E2059B"/>
    <w:rsid w:val="00E24BBE"/>
    <w:rsid w:val="00E2712D"/>
    <w:rsid w:val="00E30997"/>
    <w:rsid w:val="00E3404B"/>
    <w:rsid w:val="00E34868"/>
    <w:rsid w:val="00E5387B"/>
    <w:rsid w:val="00E658EA"/>
    <w:rsid w:val="00E66062"/>
    <w:rsid w:val="00E70F10"/>
    <w:rsid w:val="00E71096"/>
    <w:rsid w:val="00E71C8B"/>
    <w:rsid w:val="00E7264B"/>
    <w:rsid w:val="00E768F7"/>
    <w:rsid w:val="00E96231"/>
    <w:rsid w:val="00EA094B"/>
    <w:rsid w:val="00EB3943"/>
    <w:rsid w:val="00EB6921"/>
    <w:rsid w:val="00EC1837"/>
    <w:rsid w:val="00EC39BF"/>
    <w:rsid w:val="00ED074F"/>
    <w:rsid w:val="00EF41D6"/>
    <w:rsid w:val="00F04BBC"/>
    <w:rsid w:val="00F16BE3"/>
    <w:rsid w:val="00F238C2"/>
    <w:rsid w:val="00F26104"/>
    <w:rsid w:val="00F317E7"/>
    <w:rsid w:val="00F343EA"/>
    <w:rsid w:val="00F348BF"/>
    <w:rsid w:val="00F421B5"/>
    <w:rsid w:val="00F43A05"/>
    <w:rsid w:val="00F45A75"/>
    <w:rsid w:val="00F51B86"/>
    <w:rsid w:val="00F57EA5"/>
    <w:rsid w:val="00F61E68"/>
    <w:rsid w:val="00F73984"/>
    <w:rsid w:val="00F74E58"/>
    <w:rsid w:val="00F767BA"/>
    <w:rsid w:val="00F82458"/>
    <w:rsid w:val="00F85642"/>
    <w:rsid w:val="00F92FD5"/>
    <w:rsid w:val="00F962AD"/>
    <w:rsid w:val="00FA65E6"/>
    <w:rsid w:val="00FA6E84"/>
    <w:rsid w:val="00FB6760"/>
    <w:rsid w:val="00FC552E"/>
    <w:rsid w:val="00FC58D8"/>
    <w:rsid w:val="00FD13E9"/>
    <w:rsid w:val="00FE05CF"/>
    <w:rsid w:val="00FE57AF"/>
    <w:rsid w:val="00FE6F60"/>
    <w:rsid w:val="00FF2E0D"/>
    <w:rsid w:val="00FF48B3"/>
    <w:rsid w:val="00FF59A2"/>
    <w:rsid w:val="011CE99D"/>
    <w:rsid w:val="4B2CD892"/>
    <w:rsid w:val="54D48521"/>
    <w:rsid w:val="5B146B43"/>
    <w:rsid w:val="6CDC91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 w:type="character" w:styleId="Kohatitetekst">
    <w:name w:val="Placeholder Text"/>
    <w:basedOn w:val="Liguvaikefont"/>
    <w:uiPriority w:val="99"/>
    <w:semiHidden/>
    <w:rsid w:val="000C4DC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peiker\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1A318D"/>
    <w:rsid w:val="00294645"/>
    <w:rsid w:val="00436823"/>
    <w:rsid w:val="00515950"/>
    <w:rsid w:val="00552B6F"/>
    <w:rsid w:val="007A2383"/>
    <w:rsid w:val="007F5529"/>
    <w:rsid w:val="00A75EC2"/>
    <w:rsid w:val="00B65668"/>
    <w:rsid w:val="00BA4650"/>
    <w:rsid w:val="00BB56E6"/>
    <w:rsid w:val="00C90A7A"/>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3C696D8BBEF248D99D43AF4A3D0EE2C2">
    <w:name w:val="3C696D8BBEF248D99D43AF4A3D0EE2C2"/>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7523-542C-416A-AF18-0E8644803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3</TotalTime>
  <Pages>8</Pages>
  <Words>3117</Words>
  <Characters>24231</Characters>
  <Application>Microsoft Office Word</Application>
  <DocSecurity>0</DocSecurity>
  <Lines>201</Lines>
  <Paragraphs>54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Helbe Peiker</cp:lastModifiedBy>
  <cp:revision>2</cp:revision>
  <cp:lastPrinted>2012-01-19T11:15:00Z</cp:lastPrinted>
  <dcterms:created xsi:type="dcterms:W3CDTF">2024-05-02T08:41:00Z</dcterms:created>
  <dcterms:modified xsi:type="dcterms:W3CDTF">2024-05-02T08:41:00Z</dcterms:modified>
</cp:coreProperties>
</file>